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="Georgia" w:eastAsiaTheme="minorHAnsi" w:hAnsi="Georgia" w:cstheme="minorBidi"/>
          <w:b w:val="0"/>
          <w:i w:val="0"/>
          <w:color w:val="auto"/>
          <w:spacing w:val="0"/>
          <w:kern w:val="0"/>
          <w:sz w:val="20"/>
          <w:szCs w:val="20"/>
          <w:lang w:val="en-US"/>
        </w:rPr>
        <w:id w:val="107030470"/>
        <w:docPartObj>
          <w:docPartGallery w:val="Cover Pages"/>
          <w:docPartUnique/>
        </w:docPartObj>
      </w:sdtPr>
      <w:sdtEndPr/>
      <w:sdtContent>
        <w:p w:rsidR="008B76CD" w:rsidRPr="00510EBA" w:rsidRDefault="00AC66EA" w:rsidP="00AB361D">
          <w:pPr>
            <w:pStyle w:val="Title"/>
            <w:ind w:right="2160"/>
            <w:rPr>
              <w:lang w:val="es-AR"/>
            </w:rPr>
          </w:pPr>
          <w:r w:rsidRPr="00AB361D">
            <w:rPr>
              <w:rFonts w:ascii="Georgia" w:eastAsia="Georgia" w:hAnsi="Georgia" w:cs="Georgia"/>
              <w:bCs/>
              <w:iCs/>
              <w:color w:val="FFFFFF"/>
              <w:lang w:val="es-ES"/>
            </w:rPr>
            <w:t>Tarjetas de productos</w:t>
          </w:r>
        </w:p>
        <w:p w:rsidR="00B13992" w:rsidRPr="00510EBA" w:rsidRDefault="00A620E8" w:rsidP="000467A3">
          <w:pPr>
            <w:pStyle w:val="Subtitle"/>
            <w:rPr>
              <w:lang w:val="es-AR"/>
            </w:rPr>
          </w:pPr>
        </w:p>
        <w:p w:rsidR="00207181" w:rsidRPr="00510EBA" w:rsidRDefault="00A620E8" w:rsidP="00207181">
          <w:pPr>
            <w:rPr>
              <w:lang w:val="es-AR"/>
            </w:rPr>
          </w:pPr>
        </w:p>
        <w:p w:rsidR="00207181" w:rsidRPr="00510EBA" w:rsidRDefault="00A620E8" w:rsidP="00207181">
          <w:pPr>
            <w:rPr>
              <w:lang w:val="es-AR"/>
            </w:rPr>
          </w:pPr>
        </w:p>
        <w:p w:rsidR="00207181" w:rsidRPr="00510EBA" w:rsidRDefault="00A620E8" w:rsidP="00207181">
          <w:pPr>
            <w:rPr>
              <w:lang w:val="es-AR"/>
            </w:rPr>
          </w:pPr>
        </w:p>
        <w:p w:rsidR="0085434D" w:rsidRPr="00510EBA" w:rsidRDefault="00AC66EA" w:rsidP="0085434D">
          <w:pPr>
            <w:pStyle w:val="CRReport"/>
            <w:framePr w:w="5545" w:wrap="around" w:y="55"/>
            <w:rPr>
              <w:lang w:val="es-AR"/>
            </w:rPr>
          </w:pPr>
          <w:r>
            <w:rPr>
              <w:rFonts w:eastAsia="Georgia" w:cs="Georgia"/>
              <w:color w:val="FFFFFF"/>
              <w:lang w:val="es-ES"/>
            </w:rPr>
            <w:t>Programa de educación financiera de PwC</w:t>
          </w:r>
        </w:p>
        <w:p w:rsidR="008B76CD" w:rsidRPr="00510EBA" w:rsidRDefault="00A620E8" w:rsidP="00504C5D">
          <w:pPr>
            <w:pStyle w:val="BodyText"/>
            <w:rPr>
              <w:lang w:val="es-AR"/>
            </w:rPr>
          </w:pPr>
        </w:p>
        <w:p w:rsidR="00B13992" w:rsidRDefault="00A620E8">
          <w:pPr>
            <w:rPr>
              <w:lang w:val="en-US"/>
            </w:rPr>
            <w:sectPr w:rsidR="00B13992" w:rsidSect="00612661">
              <w:headerReference w:type="even" r:id="rId9"/>
              <w:headerReference w:type="default" r:id="rId10"/>
              <w:footerReference w:type="even" r:id="rId11"/>
              <w:footerReference w:type="default" r:id="rId12"/>
              <w:headerReference w:type="first" r:id="rId13"/>
              <w:pgSz w:w="12240" w:h="15840" w:code="1"/>
              <w:pgMar w:top="3168" w:right="1022" w:bottom="1469" w:left="3024" w:header="562" w:footer="562" w:gutter="0"/>
              <w:cols w:space="708"/>
              <w:titlePg/>
              <w:docGrid w:linePitch="360"/>
            </w:sectPr>
          </w:pPr>
        </w:p>
      </w:sdtContent>
    </w:sdt>
    <w:tbl>
      <w:tblPr>
        <w:tblStyle w:val="DP-Plain"/>
        <w:tblW w:w="0" w:type="auto"/>
        <w:tblLook w:val="04A0" w:firstRow="1" w:lastRow="0" w:firstColumn="1" w:lastColumn="0" w:noHBand="0" w:noVBand="1"/>
      </w:tblPr>
      <w:tblGrid>
        <w:gridCol w:w="1663"/>
        <w:gridCol w:w="8749"/>
      </w:tblGrid>
      <w:tr w:rsidR="001F2AA2" w:rsidRPr="00510EBA" w:rsidTr="001F2A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191D8F" w:rsidRDefault="00AC66EA" w:rsidP="00191D8F">
            <w:pPr>
              <w:pStyle w:val="TableTitleGeorgia"/>
            </w:pPr>
            <w:r w:rsidRPr="00191D8F">
              <w:rPr>
                <w:rFonts w:eastAsia="Georgia" w:cs="Georgia"/>
                <w:bCs/>
                <w:iCs/>
                <w:color w:val="DC6900"/>
                <w:lang w:val="es-ES"/>
              </w:rPr>
              <w:lastRenderedPageBreak/>
              <w:t>Guía</w:t>
            </w:r>
          </w:p>
        </w:tc>
        <w:tc>
          <w:tcPr>
            <w:tcW w:w="8749" w:type="dxa"/>
          </w:tcPr>
          <w:p w:rsidR="00191D8F" w:rsidRPr="00510EBA" w:rsidRDefault="00AC66EA" w:rsidP="00191D8F">
            <w:pPr>
              <w:pStyle w:val="TableTextGeorgi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 xml:space="preserve">Su grupo debe crear una publicidad para el producto que aparece a continuación. Comience dando nombre a su producto. Antes de empezar a crear su publicidad tómese un momento para responder las preguntas de esta tarjeta. Debe consultar también el folleto </w:t>
            </w:r>
            <w:r w:rsidRPr="00DB0E9C">
              <w:rPr>
                <w:rFonts w:eastAsia="Georgia" w:cs="Georgia"/>
                <w:i/>
                <w:iCs/>
                <w:lang w:val="es-ES"/>
              </w:rPr>
              <w:t>Tipos de afirmaciones publicitarias</w:t>
            </w:r>
            <w:r w:rsidRPr="00DB0E9C">
              <w:rPr>
                <w:rFonts w:eastAsia="Georgia" w:cs="Georgia"/>
                <w:lang w:val="es-ES"/>
              </w:rPr>
              <w:t>. Elija el tipo de afirmación que desee usar en su publicidad. Cree su publicidad final sobre el papel para gráficos provisto.</w:t>
            </w:r>
          </w:p>
        </w:tc>
      </w:tr>
      <w:tr w:rsidR="001F2AA2" w:rsidTr="001F2A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191D8F" w:rsidRDefault="00AC66EA" w:rsidP="00191D8F">
            <w:pPr>
              <w:pStyle w:val="TableTitleGeorgia"/>
            </w:pPr>
            <w:r w:rsidRPr="00191D8F">
              <w:rPr>
                <w:rFonts w:eastAsia="Georgia" w:cs="Georgia"/>
                <w:bCs/>
                <w:iCs/>
                <w:color w:val="DC6900"/>
                <w:lang w:val="es-ES"/>
              </w:rPr>
              <w:t>Producto</w:t>
            </w:r>
          </w:p>
        </w:tc>
        <w:tc>
          <w:tcPr>
            <w:tcW w:w="8749" w:type="dxa"/>
          </w:tcPr>
          <w:p w:rsidR="00191D8F" w:rsidRDefault="00AC66EA" w:rsidP="00191D8F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rFonts w:eastAsia="Georgia" w:cs="Georgia"/>
                <w:lang w:val="es-ES"/>
              </w:rPr>
              <w:t>Jabón para la ropa</w:t>
            </w:r>
          </w:p>
        </w:tc>
      </w:tr>
      <w:tr w:rsidR="001F2AA2" w:rsidRPr="00510EBA" w:rsidTr="001F2A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191D8F" w:rsidRDefault="00AC66EA" w:rsidP="00191D8F">
            <w:pPr>
              <w:pStyle w:val="TableTitleGeorgia"/>
            </w:pPr>
            <w:r w:rsidRPr="00191D8F">
              <w:rPr>
                <w:rFonts w:eastAsia="Georgia" w:cs="Georgia"/>
                <w:bCs/>
                <w:iCs/>
                <w:color w:val="DC6900"/>
                <w:lang w:val="es-ES"/>
              </w:rPr>
              <w:t>Preguntas</w:t>
            </w:r>
          </w:p>
        </w:tc>
        <w:tc>
          <w:tcPr>
            <w:tcW w:w="8749" w:type="dxa"/>
          </w:tcPr>
          <w:p w:rsidR="00191D8F" w:rsidRPr="00510EBA" w:rsidRDefault="00AC66EA" w:rsidP="00191D8F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experiencias tuvo previamente con este producto?</w:t>
            </w:r>
          </w:p>
          <w:p w:rsidR="00191D8F" w:rsidRPr="00510EBA" w:rsidRDefault="00AC66EA" w:rsidP="00191D8F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marcas asocia con este producto?</w:t>
            </w:r>
          </w:p>
          <w:p w:rsidR="00191D8F" w:rsidRPr="00510EBA" w:rsidRDefault="00AC66EA" w:rsidP="00191D8F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funciones o características desearían los consumidores en este producto?</w:t>
            </w:r>
          </w:p>
          <w:p w:rsidR="00191D8F" w:rsidRPr="00510EBA" w:rsidRDefault="00AC66EA" w:rsidP="00191D8F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funciones o características desearía evitar en este producto?</w:t>
            </w:r>
          </w:p>
          <w:p w:rsidR="00191D8F" w:rsidRPr="00510EBA" w:rsidRDefault="00AC66EA" w:rsidP="00191D8F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¿Cómo un producto de este tipo se destacaría en relación con otro producto de este tipo?</w:t>
            </w:r>
          </w:p>
          <w:p w:rsidR="00191D8F" w:rsidRPr="00510EBA" w:rsidRDefault="00AC66EA" w:rsidP="00191D8F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precio esperaría pagar por este producto?</w:t>
            </w:r>
          </w:p>
        </w:tc>
      </w:tr>
    </w:tbl>
    <w:p w:rsidR="005127F6" w:rsidRPr="00510EBA" w:rsidRDefault="00A620E8" w:rsidP="006342C1">
      <w:pPr>
        <w:pStyle w:val="BodyText"/>
        <w:rPr>
          <w:lang w:val="es-AR"/>
        </w:rPr>
      </w:pPr>
    </w:p>
    <w:tbl>
      <w:tblPr>
        <w:tblStyle w:val="DP-Plain"/>
        <w:tblW w:w="0" w:type="auto"/>
        <w:tblLook w:val="04A0" w:firstRow="1" w:lastRow="0" w:firstColumn="1" w:lastColumn="0" w:noHBand="0" w:noVBand="1"/>
      </w:tblPr>
      <w:tblGrid>
        <w:gridCol w:w="1663"/>
        <w:gridCol w:w="8749"/>
      </w:tblGrid>
      <w:tr w:rsidR="001F2AA2" w:rsidRPr="00510EBA" w:rsidTr="001F2A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F8334C" w:rsidRDefault="00AC66EA" w:rsidP="00D27464">
            <w:pPr>
              <w:pStyle w:val="TableTitleGeorgia"/>
            </w:pPr>
            <w:r w:rsidRPr="00191D8F">
              <w:rPr>
                <w:rFonts w:eastAsia="Georgia" w:cs="Georgia"/>
                <w:bCs/>
                <w:iCs/>
                <w:color w:val="DC6900"/>
                <w:lang w:val="es-ES"/>
              </w:rPr>
              <w:t>Guía</w:t>
            </w:r>
          </w:p>
        </w:tc>
        <w:tc>
          <w:tcPr>
            <w:tcW w:w="8749" w:type="dxa"/>
          </w:tcPr>
          <w:p w:rsidR="00F8334C" w:rsidRPr="00510EBA" w:rsidRDefault="00AC66EA" w:rsidP="00F8334C">
            <w:pPr>
              <w:pStyle w:val="TableTextGeorgi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 xml:space="preserve">Su grupo debe crear una publicidad para el producto que aparece a continuación. Comience dando nombre a su producto. Antes de empezar a crear su publicidad tómese un momento para responder las preguntas de esta tarjeta. Debe consultar también el folleto </w:t>
            </w:r>
            <w:r w:rsidRPr="00DB0E9C">
              <w:rPr>
                <w:rFonts w:eastAsia="Georgia" w:cs="Georgia"/>
                <w:i/>
                <w:iCs/>
                <w:lang w:val="es-ES"/>
              </w:rPr>
              <w:t>Tipos de afirmaciones publicitarias</w:t>
            </w:r>
            <w:r w:rsidRPr="00DB0E9C">
              <w:rPr>
                <w:rFonts w:eastAsia="Georgia" w:cs="Georgia"/>
                <w:lang w:val="es-ES"/>
              </w:rPr>
              <w:t>. Elija el tipo de afirmación que desee usar en su publicidad. Cree su publicidad final sobre el papel para gráficos provisto.</w:t>
            </w:r>
          </w:p>
        </w:tc>
      </w:tr>
      <w:tr w:rsidR="001F2AA2" w:rsidTr="001F2A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F8334C" w:rsidRDefault="00AC66EA" w:rsidP="00D27464">
            <w:pPr>
              <w:pStyle w:val="TableTitleGeorgia"/>
            </w:pPr>
            <w:r w:rsidRPr="00191D8F">
              <w:rPr>
                <w:rFonts w:eastAsia="Georgia" w:cs="Georgia"/>
                <w:bCs/>
                <w:iCs/>
                <w:color w:val="DC6900"/>
                <w:lang w:val="es-ES"/>
              </w:rPr>
              <w:t>Producto</w:t>
            </w:r>
          </w:p>
        </w:tc>
        <w:tc>
          <w:tcPr>
            <w:tcW w:w="8749" w:type="dxa"/>
          </w:tcPr>
          <w:p w:rsidR="00F8334C" w:rsidRPr="00F8334C" w:rsidRDefault="00AC66EA" w:rsidP="00F8334C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Georgia" w:cs="Georgia"/>
                <w:lang w:val="es-ES"/>
              </w:rPr>
              <w:t>Cereal</w:t>
            </w:r>
          </w:p>
        </w:tc>
      </w:tr>
      <w:tr w:rsidR="001F2AA2" w:rsidRPr="00510EBA" w:rsidTr="001F2A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F8334C" w:rsidRDefault="00AC66EA" w:rsidP="00D27464">
            <w:pPr>
              <w:pStyle w:val="TableTitleGeorgia"/>
            </w:pPr>
            <w:r w:rsidRPr="00191D8F">
              <w:rPr>
                <w:rFonts w:eastAsia="Georgia" w:cs="Georgia"/>
                <w:bCs/>
                <w:iCs/>
                <w:color w:val="DC6900"/>
                <w:lang w:val="es-ES"/>
              </w:rPr>
              <w:t>Preguntas</w:t>
            </w:r>
          </w:p>
        </w:tc>
        <w:tc>
          <w:tcPr>
            <w:tcW w:w="8749" w:type="dxa"/>
          </w:tcPr>
          <w:p w:rsidR="00F8334C" w:rsidRPr="00510EBA" w:rsidRDefault="00AC66EA" w:rsidP="00C82F2B">
            <w:pPr>
              <w:pStyle w:val="TableNumberGeorgia"/>
              <w:numPr>
                <w:ilvl w:val="0"/>
                <w:numId w:val="2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experiencias tuvo previamente con este producto?</w:t>
            </w:r>
          </w:p>
          <w:p w:rsidR="00F8334C" w:rsidRPr="00510EBA" w:rsidRDefault="00AC66EA" w:rsidP="00F8334C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marcas asocia con este producto?</w:t>
            </w:r>
          </w:p>
          <w:p w:rsidR="00F8334C" w:rsidRPr="00510EBA" w:rsidRDefault="00AC66EA" w:rsidP="00F8334C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funciones o características desearían los consumidores en este producto?</w:t>
            </w:r>
          </w:p>
          <w:p w:rsidR="00F8334C" w:rsidRPr="00510EBA" w:rsidRDefault="00AC66EA" w:rsidP="00F8334C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funciones o características desearía evitar en este producto?</w:t>
            </w:r>
          </w:p>
          <w:p w:rsidR="00F8334C" w:rsidRPr="00510EBA" w:rsidRDefault="00AC66EA" w:rsidP="00F8334C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¿Cómo un producto de este tipo se destacaría en relación con otro producto de este tipo?</w:t>
            </w:r>
          </w:p>
          <w:p w:rsidR="00F8334C" w:rsidRPr="00510EBA" w:rsidRDefault="00AC66EA" w:rsidP="00F8334C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precio esperaría pagar por este producto?</w:t>
            </w:r>
          </w:p>
        </w:tc>
      </w:tr>
    </w:tbl>
    <w:p w:rsidR="00F8334C" w:rsidRPr="00510EBA" w:rsidRDefault="00A620E8" w:rsidP="006342C1">
      <w:pPr>
        <w:pStyle w:val="BodyText"/>
        <w:rPr>
          <w:lang w:val="es-AR"/>
        </w:rPr>
      </w:pPr>
    </w:p>
    <w:tbl>
      <w:tblPr>
        <w:tblStyle w:val="DP-Plain"/>
        <w:tblW w:w="0" w:type="auto"/>
        <w:tblLook w:val="04A0" w:firstRow="1" w:lastRow="0" w:firstColumn="1" w:lastColumn="0" w:noHBand="0" w:noVBand="1"/>
      </w:tblPr>
      <w:tblGrid>
        <w:gridCol w:w="1663"/>
        <w:gridCol w:w="8749"/>
      </w:tblGrid>
      <w:tr w:rsidR="001F2AA2" w:rsidRPr="00510EBA" w:rsidTr="001F2A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C7783C" w:rsidRDefault="00AC66EA" w:rsidP="00D27464">
            <w:pPr>
              <w:pStyle w:val="TableTitleGeorgia"/>
            </w:pPr>
            <w:r w:rsidRPr="00191D8F">
              <w:rPr>
                <w:rFonts w:eastAsia="Georgia" w:cs="Georgia"/>
                <w:bCs/>
                <w:iCs/>
                <w:color w:val="DC6900"/>
                <w:lang w:val="es-ES"/>
              </w:rPr>
              <w:t>Guía</w:t>
            </w:r>
          </w:p>
        </w:tc>
        <w:tc>
          <w:tcPr>
            <w:tcW w:w="8749" w:type="dxa"/>
          </w:tcPr>
          <w:p w:rsidR="00C7783C" w:rsidRPr="00510EBA" w:rsidRDefault="00AC66EA" w:rsidP="00C7783C">
            <w:pPr>
              <w:pStyle w:val="TableTextGeorgi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 xml:space="preserve">Su grupo debe crear una publicidad para el producto que aparece a continuación. Comience dando nombre a su producto. Antes de empezar a crear su publicidad tómese un momento para responder las preguntas de esta tarjeta. Debe consultar también el folleto </w:t>
            </w:r>
            <w:r w:rsidRPr="00DB0E9C">
              <w:rPr>
                <w:rFonts w:eastAsia="Georgia" w:cs="Georgia"/>
                <w:i/>
                <w:iCs/>
                <w:lang w:val="es-ES"/>
              </w:rPr>
              <w:t>Tipos de afirmaciones publicitarias</w:t>
            </w:r>
            <w:r w:rsidRPr="00DB0E9C">
              <w:rPr>
                <w:rFonts w:eastAsia="Georgia" w:cs="Georgia"/>
                <w:lang w:val="es-ES"/>
              </w:rPr>
              <w:t>. Elija el tipo de afirmación que desee usar en su publicidad. Cree su publicidad final sobre el papel para gráficos provisto.</w:t>
            </w:r>
          </w:p>
        </w:tc>
      </w:tr>
      <w:tr w:rsidR="001F2AA2" w:rsidTr="001F2A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C7783C" w:rsidRDefault="00AC66EA" w:rsidP="00D27464">
            <w:pPr>
              <w:pStyle w:val="TableTitleGeorgia"/>
            </w:pPr>
            <w:r w:rsidRPr="00191D8F">
              <w:rPr>
                <w:rFonts w:eastAsia="Georgia" w:cs="Georgia"/>
                <w:bCs/>
                <w:iCs/>
                <w:color w:val="DC6900"/>
                <w:lang w:val="es-ES"/>
              </w:rPr>
              <w:t>Producto</w:t>
            </w:r>
          </w:p>
        </w:tc>
        <w:tc>
          <w:tcPr>
            <w:tcW w:w="8749" w:type="dxa"/>
          </w:tcPr>
          <w:p w:rsidR="00C7783C" w:rsidRPr="00C7783C" w:rsidRDefault="00AC66EA" w:rsidP="00C7783C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Georgia" w:cs="Georgia"/>
                <w:lang w:val="es-ES"/>
              </w:rPr>
              <w:t>Jugo de naranja</w:t>
            </w:r>
          </w:p>
        </w:tc>
      </w:tr>
      <w:tr w:rsidR="001F2AA2" w:rsidRPr="00510EBA" w:rsidTr="001F2A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C7783C" w:rsidRDefault="00AC66EA" w:rsidP="00D27464">
            <w:pPr>
              <w:pStyle w:val="TableTitleGeorgia"/>
            </w:pPr>
            <w:r w:rsidRPr="00191D8F">
              <w:rPr>
                <w:rFonts w:eastAsia="Georgia" w:cs="Georgia"/>
                <w:bCs/>
                <w:iCs/>
                <w:color w:val="DC6900"/>
                <w:lang w:val="es-ES"/>
              </w:rPr>
              <w:t>Preguntas</w:t>
            </w:r>
          </w:p>
        </w:tc>
        <w:tc>
          <w:tcPr>
            <w:tcW w:w="8749" w:type="dxa"/>
          </w:tcPr>
          <w:p w:rsidR="00C7783C" w:rsidRPr="00510EBA" w:rsidRDefault="00AC66EA" w:rsidP="00C82F2B">
            <w:pPr>
              <w:pStyle w:val="TableNumberGeorgia"/>
              <w:numPr>
                <w:ilvl w:val="0"/>
                <w:numId w:val="2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experiencias tuvo previamente con este producto?</w:t>
            </w:r>
          </w:p>
          <w:p w:rsidR="00C7783C" w:rsidRPr="00510EBA" w:rsidRDefault="00AC66EA" w:rsidP="00C7783C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marcas asocia con este producto?</w:t>
            </w:r>
          </w:p>
          <w:p w:rsidR="00C7783C" w:rsidRPr="00510EBA" w:rsidRDefault="00AC66EA" w:rsidP="00C7783C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funciones o características desearían los consumidores en este producto?</w:t>
            </w:r>
          </w:p>
          <w:p w:rsidR="00C7783C" w:rsidRPr="00510EBA" w:rsidRDefault="00AC66EA" w:rsidP="00C7783C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funciones o características desearía evitar en este producto?</w:t>
            </w:r>
          </w:p>
          <w:p w:rsidR="00C7783C" w:rsidRPr="00510EBA" w:rsidRDefault="00AC66EA" w:rsidP="00C7783C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¿Cómo un producto de este tipo se destacaría en relación con otro producto de este tipo?</w:t>
            </w:r>
          </w:p>
          <w:p w:rsidR="00C7783C" w:rsidRPr="00510EBA" w:rsidRDefault="00AC66EA" w:rsidP="00C7783C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precio esperaría pagar por este producto?</w:t>
            </w:r>
          </w:p>
        </w:tc>
      </w:tr>
    </w:tbl>
    <w:p w:rsidR="00C7783C" w:rsidRPr="00510EBA" w:rsidRDefault="00AC66EA" w:rsidP="00C7783C">
      <w:pPr>
        <w:pStyle w:val="BodyText"/>
        <w:rPr>
          <w:lang w:val="es-AR"/>
        </w:rPr>
      </w:pPr>
      <w:r w:rsidRPr="00510EBA">
        <w:rPr>
          <w:lang w:val="es-AR"/>
        </w:rPr>
        <w:br w:type="page"/>
      </w:r>
    </w:p>
    <w:tbl>
      <w:tblPr>
        <w:tblStyle w:val="DP-Plain"/>
        <w:tblW w:w="0" w:type="auto"/>
        <w:tblLook w:val="04A0" w:firstRow="1" w:lastRow="0" w:firstColumn="1" w:lastColumn="0" w:noHBand="0" w:noVBand="1"/>
      </w:tblPr>
      <w:tblGrid>
        <w:gridCol w:w="1663"/>
        <w:gridCol w:w="8749"/>
      </w:tblGrid>
      <w:tr w:rsidR="001F2AA2" w:rsidRPr="00510EBA" w:rsidTr="001F2A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C7783C" w:rsidRDefault="00AC66EA" w:rsidP="00D27464">
            <w:pPr>
              <w:pStyle w:val="TableTitleGeorgia"/>
            </w:pPr>
            <w:r w:rsidRPr="00191D8F">
              <w:rPr>
                <w:rFonts w:eastAsia="Georgia" w:cs="Georgia"/>
                <w:bCs/>
                <w:iCs/>
                <w:color w:val="DC6900"/>
                <w:lang w:val="es-ES"/>
              </w:rPr>
              <w:lastRenderedPageBreak/>
              <w:t>Guía</w:t>
            </w:r>
          </w:p>
        </w:tc>
        <w:tc>
          <w:tcPr>
            <w:tcW w:w="8749" w:type="dxa"/>
          </w:tcPr>
          <w:p w:rsidR="00C7783C" w:rsidRPr="00510EBA" w:rsidRDefault="00AC66EA" w:rsidP="00C7783C">
            <w:pPr>
              <w:pStyle w:val="TableTextGeorgi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 xml:space="preserve">Su grupo debe crear una publicidad para el producto que aparece a continuación. Comience dando nombre a su producto. Antes de empezar a crear su publicidad tómese un momento para responder las preguntas de esta tarjeta. Debe consultar también el folleto </w:t>
            </w:r>
            <w:r w:rsidRPr="00DB0E9C">
              <w:rPr>
                <w:rFonts w:eastAsia="Georgia" w:cs="Georgia"/>
                <w:i/>
                <w:iCs/>
                <w:lang w:val="es-ES"/>
              </w:rPr>
              <w:t>Tipos de afirmaciones publicitarias</w:t>
            </w:r>
            <w:r w:rsidRPr="00DB0E9C">
              <w:rPr>
                <w:rFonts w:eastAsia="Georgia" w:cs="Georgia"/>
                <w:lang w:val="es-ES"/>
              </w:rPr>
              <w:t>. Elija el tipo de afirmación que desee usar en su publicidad. Cree su publicidad final sobre el papel para gráficos provisto.</w:t>
            </w:r>
          </w:p>
        </w:tc>
      </w:tr>
      <w:tr w:rsidR="001F2AA2" w:rsidTr="001F2A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C7783C" w:rsidRDefault="00AC66EA" w:rsidP="00D27464">
            <w:pPr>
              <w:pStyle w:val="TableTitleGeorgia"/>
            </w:pPr>
            <w:r w:rsidRPr="00191D8F">
              <w:rPr>
                <w:rFonts w:eastAsia="Georgia" w:cs="Georgia"/>
                <w:bCs/>
                <w:iCs/>
                <w:color w:val="DC6900"/>
                <w:lang w:val="es-ES"/>
              </w:rPr>
              <w:t>Producto</w:t>
            </w:r>
          </w:p>
        </w:tc>
        <w:tc>
          <w:tcPr>
            <w:tcW w:w="8749" w:type="dxa"/>
          </w:tcPr>
          <w:p w:rsidR="00C7783C" w:rsidRPr="00C7783C" w:rsidRDefault="00AC66EA" w:rsidP="00C7783C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Georgia" w:cs="Georgia"/>
                <w:lang w:val="es-ES"/>
              </w:rPr>
              <w:t>Helado</w:t>
            </w:r>
          </w:p>
        </w:tc>
      </w:tr>
      <w:tr w:rsidR="001F2AA2" w:rsidRPr="00510EBA" w:rsidTr="001F2A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C7783C" w:rsidRDefault="00AC66EA" w:rsidP="00D27464">
            <w:pPr>
              <w:pStyle w:val="TableTitleGeorgia"/>
            </w:pPr>
            <w:r w:rsidRPr="00191D8F">
              <w:rPr>
                <w:rFonts w:eastAsia="Georgia" w:cs="Georgia"/>
                <w:bCs/>
                <w:iCs/>
                <w:color w:val="DC6900"/>
                <w:lang w:val="es-ES"/>
              </w:rPr>
              <w:t>Preguntas</w:t>
            </w:r>
          </w:p>
        </w:tc>
        <w:tc>
          <w:tcPr>
            <w:tcW w:w="8749" w:type="dxa"/>
          </w:tcPr>
          <w:p w:rsidR="00C7783C" w:rsidRPr="00510EBA" w:rsidRDefault="00AC66EA" w:rsidP="00C82F2B">
            <w:pPr>
              <w:pStyle w:val="TableNumberGeorgia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s-AR"/>
              </w:rPr>
            </w:pPr>
            <w:r w:rsidRPr="00C7783C">
              <w:rPr>
                <w:rFonts w:eastAsia="Georgia" w:cs="Georgia"/>
                <w:lang w:val="es-ES"/>
              </w:rPr>
              <w:t>¿Qué experiencias tuvo previamente con este producto?</w:t>
            </w:r>
          </w:p>
          <w:p w:rsidR="00C7783C" w:rsidRPr="00510EBA" w:rsidRDefault="00AC66EA" w:rsidP="00C7783C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s-AR"/>
              </w:rPr>
            </w:pPr>
            <w:r w:rsidRPr="00C7783C">
              <w:rPr>
                <w:rFonts w:eastAsia="Georgia" w:cs="Georgia"/>
                <w:lang w:val="es-ES"/>
              </w:rPr>
              <w:t>¿Qué marcas asocia con este producto?</w:t>
            </w:r>
          </w:p>
          <w:p w:rsidR="00C7783C" w:rsidRPr="00510EBA" w:rsidRDefault="00AC66EA" w:rsidP="00C7783C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s-AR"/>
              </w:rPr>
            </w:pPr>
            <w:r w:rsidRPr="00C7783C">
              <w:rPr>
                <w:rFonts w:eastAsia="Georgia" w:cs="Georgia"/>
                <w:lang w:val="es-ES"/>
              </w:rPr>
              <w:t>¿Qué funciones o características desearían los consumidores en este producto?</w:t>
            </w:r>
          </w:p>
          <w:p w:rsidR="00C7783C" w:rsidRPr="00510EBA" w:rsidRDefault="00AC66EA" w:rsidP="00C7783C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s-AR"/>
              </w:rPr>
            </w:pPr>
            <w:r w:rsidRPr="00C7783C">
              <w:rPr>
                <w:rFonts w:eastAsia="Georgia" w:cs="Georgia"/>
                <w:lang w:val="es-ES"/>
              </w:rPr>
              <w:t>¿Qué funciones o características desearía evitar en este producto?</w:t>
            </w:r>
          </w:p>
          <w:p w:rsidR="00C7783C" w:rsidRPr="00510EBA" w:rsidRDefault="00AC66EA" w:rsidP="00C7783C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val="es-AR"/>
              </w:rPr>
            </w:pPr>
            <w:r w:rsidRPr="00C7783C">
              <w:rPr>
                <w:rFonts w:eastAsia="Georgia" w:cs="Georgia"/>
                <w:lang w:val="es-ES"/>
              </w:rPr>
              <w:t>¿Cómo un producto de este tipo se destacaría en relación con otro producto de este tipo?</w:t>
            </w:r>
          </w:p>
          <w:p w:rsidR="00C7783C" w:rsidRPr="00510EBA" w:rsidRDefault="00AC66EA" w:rsidP="00C7783C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C7783C">
              <w:rPr>
                <w:rFonts w:eastAsia="Georgia" w:cs="Georgia"/>
                <w:lang w:val="es-ES"/>
              </w:rPr>
              <w:t>¿Qué precio esperaría pagar por este producto?</w:t>
            </w:r>
          </w:p>
        </w:tc>
      </w:tr>
    </w:tbl>
    <w:p w:rsidR="00C7783C" w:rsidRPr="00510EBA" w:rsidRDefault="00A620E8" w:rsidP="006342C1">
      <w:pPr>
        <w:pStyle w:val="BodyText"/>
        <w:rPr>
          <w:lang w:val="es-AR"/>
        </w:rPr>
      </w:pPr>
    </w:p>
    <w:tbl>
      <w:tblPr>
        <w:tblStyle w:val="DP-Plain"/>
        <w:tblW w:w="0" w:type="auto"/>
        <w:tblLook w:val="04A0" w:firstRow="1" w:lastRow="0" w:firstColumn="1" w:lastColumn="0" w:noHBand="0" w:noVBand="1"/>
      </w:tblPr>
      <w:tblGrid>
        <w:gridCol w:w="1663"/>
        <w:gridCol w:w="8749"/>
      </w:tblGrid>
      <w:tr w:rsidR="001F2AA2" w:rsidRPr="00510EBA" w:rsidTr="001F2A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FD485B" w:rsidRDefault="00AC66EA" w:rsidP="00D27464">
            <w:pPr>
              <w:pStyle w:val="TableTitleGeorgia"/>
            </w:pPr>
            <w:r w:rsidRPr="00191D8F">
              <w:rPr>
                <w:rFonts w:eastAsia="Georgia" w:cs="Georgia"/>
                <w:bCs/>
                <w:iCs/>
                <w:color w:val="DC6900"/>
                <w:lang w:val="es-ES"/>
              </w:rPr>
              <w:t>Guía</w:t>
            </w:r>
          </w:p>
        </w:tc>
        <w:tc>
          <w:tcPr>
            <w:tcW w:w="8749" w:type="dxa"/>
          </w:tcPr>
          <w:p w:rsidR="00FD485B" w:rsidRPr="00510EBA" w:rsidRDefault="00AC66EA" w:rsidP="00FD485B">
            <w:pPr>
              <w:pStyle w:val="TableTextGeorgi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 xml:space="preserve">Su grupo debe crear una publicidad para el producto que aparece a continuación. Comience dando nombre a su producto. Antes de empezar a crear su publicidad tómese un momento para responder las preguntas de esta tarjeta. Debe consultar también el folleto </w:t>
            </w:r>
            <w:r w:rsidRPr="00DB0E9C">
              <w:rPr>
                <w:rFonts w:eastAsia="Georgia" w:cs="Georgia"/>
                <w:i/>
                <w:iCs/>
                <w:lang w:val="es-ES"/>
              </w:rPr>
              <w:t>Tipos de afirmaciones publicitarias</w:t>
            </w:r>
            <w:r w:rsidRPr="00DB0E9C">
              <w:rPr>
                <w:rFonts w:eastAsia="Georgia" w:cs="Georgia"/>
                <w:lang w:val="es-ES"/>
              </w:rPr>
              <w:t>. Elija el tipo de afirmación que desee usar en su publicidad. Cree su publicidad final sobre el papel para gráficos provisto.</w:t>
            </w:r>
          </w:p>
        </w:tc>
      </w:tr>
      <w:tr w:rsidR="001F2AA2" w:rsidTr="001F2A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FD485B" w:rsidRDefault="00AC66EA" w:rsidP="00D27464">
            <w:pPr>
              <w:pStyle w:val="TableTitleGeorgia"/>
            </w:pPr>
            <w:r w:rsidRPr="00191D8F">
              <w:rPr>
                <w:rFonts w:eastAsia="Georgia" w:cs="Georgia"/>
                <w:bCs/>
                <w:iCs/>
                <w:color w:val="DC6900"/>
                <w:lang w:val="es-ES"/>
              </w:rPr>
              <w:t>Producto</w:t>
            </w:r>
          </w:p>
        </w:tc>
        <w:tc>
          <w:tcPr>
            <w:tcW w:w="8749" w:type="dxa"/>
          </w:tcPr>
          <w:p w:rsidR="00FD485B" w:rsidRPr="00FD485B" w:rsidRDefault="00AC66EA" w:rsidP="00FD485B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Georgia" w:cs="Georgia"/>
                <w:lang w:val="es-ES"/>
              </w:rPr>
              <w:t>Zapatillas/Calzado deportivo</w:t>
            </w:r>
          </w:p>
        </w:tc>
      </w:tr>
      <w:tr w:rsidR="001F2AA2" w:rsidRPr="00510EBA" w:rsidTr="001F2A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FD485B" w:rsidRDefault="00AC66EA" w:rsidP="00D27464">
            <w:pPr>
              <w:pStyle w:val="TableTitleGeorgia"/>
            </w:pPr>
            <w:r w:rsidRPr="00191D8F">
              <w:rPr>
                <w:rFonts w:eastAsia="Georgia" w:cs="Georgia"/>
                <w:bCs/>
                <w:iCs/>
                <w:color w:val="DC6900"/>
                <w:lang w:val="es-ES"/>
              </w:rPr>
              <w:t>Preguntas</w:t>
            </w:r>
          </w:p>
        </w:tc>
        <w:tc>
          <w:tcPr>
            <w:tcW w:w="8749" w:type="dxa"/>
          </w:tcPr>
          <w:p w:rsidR="00FD485B" w:rsidRPr="00510EBA" w:rsidRDefault="00AC66EA" w:rsidP="00C82F2B">
            <w:pPr>
              <w:pStyle w:val="TableNumberGeorgia"/>
              <w:numPr>
                <w:ilvl w:val="0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experiencias tuvo previamente con este producto?</w:t>
            </w:r>
          </w:p>
          <w:p w:rsidR="00FD485B" w:rsidRPr="00510EBA" w:rsidRDefault="00AC66EA" w:rsidP="00FD485B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marcas asocia con este producto?</w:t>
            </w:r>
          </w:p>
          <w:p w:rsidR="00FD485B" w:rsidRPr="00510EBA" w:rsidRDefault="00AC66EA" w:rsidP="00FD485B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funciones o características desearían los consumidores en este producto?</w:t>
            </w:r>
          </w:p>
          <w:p w:rsidR="00FD485B" w:rsidRPr="00510EBA" w:rsidRDefault="00AC66EA" w:rsidP="00FD485B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funciones o características desearía evitar en este producto?</w:t>
            </w:r>
          </w:p>
          <w:p w:rsidR="00FD485B" w:rsidRPr="00510EBA" w:rsidRDefault="00AC66EA" w:rsidP="00FD485B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¿Cómo un producto de este tipo se destacaría en relación con otro producto de este tipo?</w:t>
            </w:r>
          </w:p>
          <w:p w:rsidR="00FD485B" w:rsidRPr="00510EBA" w:rsidRDefault="00AC66EA" w:rsidP="00FD485B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precio esperaría pagar por este producto?</w:t>
            </w:r>
          </w:p>
        </w:tc>
      </w:tr>
    </w:tbl>
    <w:p w:rsidR="00FD485B" w:rsidRPr="00510EBA" w:rsidRDefault="00A620E8" w:rsidP="006342C1">
      <w:pPr>
        <w:pStyle w:val="BodyText"/>
        <w:rPr>
          <w:lang w:val="es-AR"/>
        </w:rPr>
      </w:pPr>
    </w:p>
    <w:tbl>
      <w:tblPr>
        <w:tblStyle w:val="DP-Plain"/>
        <w:tblW w:w="0" w:type="auto"/>
        <w:tblLook w:val="04A0" w:firstRow="1" w:lastRow="0" w:firstColumn="1" w:lastColumn="0" w:noHBand="0" w:noVBand="1"/>
      </w:tblPr>
      <w:tblGrid>
        <w:gridCol w:w="1663"/>
        <w:gridCol w:w="8749"/>
      </w:tblGrid>
      <w:tr w:rsidR="001F2AA2" w:rsidRPr="00510EBA" w:rsidTr="001F2A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FD485B" w:rsidRDefault="00AC66EA" w:rsidP="00D27464">
            <w:pPr>
              <w:pStyle w:val="TableTitleGeorgia"/>
            </w:pPr>
            <w:r w:rsidRPr="00191D8F">
              <w:rPr>
                <w:rFonts w:eastAsia="Georgia" w:cs="Georgia"/>
                <w:bCs/>
                <w:iCs/>
                <w:color w:val="DC6900"/>
                <w:lang w:val="es-ES"/>
              </w:rPr>
              <w:t>Guía</w:t>
            </w:r>
          </w:p>
        </w:tc>
        <w:tc>
          <w:tcPr>
            <w:tcW w:w="8749" w:type="dxa"/>
          </w:tcPr>
          <w:p w:rsidR="00FD485B" w:rsidRPr="00510EBA" w:rsidRDefault="00AC66EA" w:rsidP="00FD485B">
            <w:pPr>
              <w:pStyle w:val="TableTextGeorgi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 xml:space="preserve">Su grupo debe crear una publicidad para el producto que aparece a continuación. Comience dando nombre a su producto. Antes de empezar a crear su publicidad tómese un momento para responder las preguntas de esta tarjeta. Debe consultar también el folleto </w:t>
            </w:r>
            <w:r w:rsidRPr="00DB0E9C">
              <w:rPr>
                <w:rFonts w:eastAsia="Georgia" w:cs="Georgia"/>
                <w:i/>
                <w:iCs/>
                <w:lang w:val="es-ES"/>
              </w:rPr>
              <w:t>Tipos de afirmaciones publicitarias</w:t>
            </w:r>
            <w:r w:rsidRPr="00DB0E9C">
              <w:rPr>
                <w:rFonts w:eastAsia="Georgia" w:cs="Georgia"/>
                <w:lang w:val="es-ES"/>
              </w:rPr>
              <w:t>. Elija el tipo de afirmación que desee usar en su publicidad. Cree su publicidad final sobre el papel para gráficos provisto.</w:t>
            </w:r>
          </w:p>
        </w:tc>
      </w:tr>
      <w:tr w:rsidR="001F2AA2" w:rsidTr="001F2A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FD485B" w:rsidRDefault="00AC66EA" w:rsidP="00D27464">
            <w:pPr>
              <w:pStyle w:val="TableTitleGeorgia"/>
            </w:pPr>
            <w:r w:rsidRPr="00191D8F">
              <w:rPr>
                <w:rFonts w:eastAsia="Georgia" w:cs="Georgia"/>
                <w:bCs/>
                <w:iCs/>
                <w:color w:val="DC6900"/>
                <w:lang w:val="es-ES"/>
              </w:rPr>
              <w:t>Producto</w:t>
            </w:r>
          </w:p>
        </w:tc>
        <w:tc>
          <w:tcPr>
            <w:tcW w:w="8749" w:type="dxa"/>
          </w:tcPr>
          <w:p w:rsidR="00FD485B" w:rsidRPr="00FD485B" w:rsidRDefault="00AC66EA" w:rsidP="00FD485B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Georgia" w:cs="Georgia"/>
                <w:lang w:val="es-ES"/>
              </w:rPr>
              <w:t>Vitaminas</w:t>
            </w:r>
          </w:p>
        </w:tc>
      </w:tr>
      <w:tr w:rsidR="001F2AA2" w:rsidRPr="00510EBA" w:rsidTr="001F2A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FD485B" w:rsidRDefault="00AC66EA" w:rsidP="00D27464">
            <w:pPr>
              <w:pStyle w:val="TableTitleGeorgia"/>
            </w:pPr>
            <w:r w:rsidRPr="00191D8F">
              <w:rPr>
                <w:rFonts w:eastAsia="Georgia" w:cs="Georgia"/>
                <w:bCs/>
                <w:iCs/>
                <w:color w:val="DC6900"/>
                <w:lang w:val="es-ES"/>
              </w:rPr>
              <w:t>Preguntas</w:t>
            </w:r>
          </w:p>
        </w:tc>
        <w:tc>
          <w:tcPr>
            <w:tcW w:w="8749" w:type="dxa"/>
          </w:tcPr>
          <w:p w:rsidR="00FD485B" w:rsidRPr="00510EBA" w:rsidRDefault="00AC66EA" w:rsidP="00C82F2B">
            <w:pPr>
              <w:pStyle w:val="TableNumberGeorgia"/>
              <w:numPr>
                <w:ilvl w:val="0"/>
                <w:numId w:val="2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experiencias tuvo previamente con este producto?</w:t>
            </w:r>
          </w:p>
          <w:p w:rsidR="00FD485B" w:rsidRPr="00510EBA" w:rsidRDefault="00AC66EA" w:rsidP="00FD485B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marcas asocia con este producto?</w:t>
            </w:r>
          </w:p>
          <w:p w:rsidR="00FD485B" w:rsidRPr="00510EBA" w:rsidRDefault="00AC66EA" w:rsidP="00FD485B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funciones o características desearían los consumidores en este producto?</w:t>
            </w:r>
          </w:p>
          <w:p w:rsidR="00FD485B" w:rsidRPr="00510EBA" w:rsidRDefault="00AC66EA" w:rsidP="00FD485B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funciones o características desearía evitar en este producto?</w:t>
            </w:r>
          </w:p>
          <w:p w:rsidR="00FD485B" w:rsidRPr="00510EBA" w:rsidRDefault="00AC66EA" w:rsidP="00FD485B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¿Cómo un producto de este tipo se destacaría en relación con otro producto de este tipo?</w:t>
            </w:r>
          </w:p>
          <w:p w:rsidR="00FD485B" w:rsidRPr="00510EBA" w:rsidRDefault="00AC66EA" w:rsidP="00FD485B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precio esperaría pagar por este producto?</w:t>
            </w:r>
          </w:p>
        </w:tc>
      </w:tr>
    </w:tbl>
    <w:p w:rsidR="00B83FFA" w:rsidRPr="00510EBA" w:rsidRDefault="00AC66EA" w:rsidP="00B83FFA">
      <w:pPr>
        <w:pStyle w:val="BodyText"/>
        <w:rPr>
          <w:lang w:val="es-AR"/>
        </w:rPr>
      </w:pPr>
      <w:r w:rsidRPr="00510EBA">
        <w:rPr>
          <w:lang w:val="es-AR"/>
        </w:rPr>
        <w:br w:type="page"/>
      </w:r>
    </w:p>
    <w:tbl>
      <w:tblPr>
        <w:tblStyle w:val="DP-Plain"/>
        <w:tblW w:w="0" w:type="auto"/>
        <w:tblLook w:val="04A0" w:firstRow="1" w:lastRow="0" w:firstColumn="1" w:lastColumn="0" w:noHBand="0" w:noVBand="1"/>
      </w:tblPr>
      <w:tblGrid>
        <w:gridCol w:w="1663"/>
        <w:gridCol w:w="8749"/>
      </w:tblGrid>
      <w:tr w:rsidR="001F2AA2" w:rsidRPr="00510EBA" w:rsidTr="001F2A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B83FFA" w:rsidRDefault="00AC66EA" w:rsidP="00D27464">
            <w:pPr>
              <w:pStyle w:val="TableTitleGeorgia"/>
            </w:pPr>
            <w:r w:rsidRPr="00191D8F">
              <w:rPr>
                <w:rFonts w:eastAsia="Georgia" w:cs="Georgia"/>
                <w:bCs/>
                <w:iCs/>
                <w:color w:val="DC6900"/>
                <w:lang w:val="es-ES"/>
              </w:rPr>
              <w:lastRenderedPageBreak/>
              <w:t>Guía</w:t>
            </w:r>
          </w:p>
        </w:tc>
        <w:tc>
          <w:tcPr>
            <w:tcW w:w="8749" w:type="dxa"/>
          </w:tcPr>
          <w:p w:rsidR="00B83FFA" w:rsidRPr="00510EBA" w:rsidRDefault="00AC66EA" w:rsidP="00B83FFA">
            <w:pPr>
              <w:pStyle w:val="TableTextGeorgi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 xml:space="preserve">Su grupo debe crear una publicidad para el producto que aparece a continuación. Comience dando nombre a su producto. Antes de empezar a crear su publicidad tómese un momento para responder las preguntas de esta tarjeta. Debe consultar también el folleto </w:t>
            </w:r>
            <w:r w:rsidRPr="00DB0E9C">
              <w:rPr>
                <w:rFonts w:eastAsia="Georgia" w:cs="Georgia"/>
                <w:i/>
                <w:iCs/>
                <w:lang w:val="es-ES"/>
              </w:rPr>
              <w:t>Tipos de afirmaciones publicitarias</w:t>
            </w:r>
            <w:r w:rsidRPr="00DB0E9C">
              <w:rPr>
                <w:rFonts w:eastAsia="Georgia" w:cs="Georgia"/>
                <w:lang w:val="es-ES"/>
              </w:rPr>
              <w:t>. Elija el tipo de afirmación que desee usar en su publicidad. Cree su publicidad final sobre el papel para gráficos provisto.</w:t>
            </w:r>
          </w:p>
        </w:tc>
      </w:tr>
      <w:tr w:rsidR="001F2AA2" w:rsidTr="001F2A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B83FFA" w:rsidRDefault="00AC66EA" w:rsidP="00D27464">
            <w:pPr>
              <w:pStyle w:val="TableTitleGeorgia"/>
            </w:pPr>
            <w:r w:rsidRPr="00191D8F">
              <w:rPr>
                <w:rFonts w:eastAsia="Georgia" w:cs="Georgia"/>
                <w:bCs/>
                <w:iCs/>
                <w:color w:val="DC6900"/>
                <w:lang w:val="es-ES"/>
              </w:rPr>
              <w:t>Producto</w:t>
            </w:r>
          </w:p>
        </w:tc>
        <w:tc>
          <w:tcPr>
            <w:tcW w:w="8749" w:type="dxa"/>
          </w:tcPr>
          <w:p w:rsidR="00B83FFA" w:rsidRPr="00B83FFA" w:rsidRDefault="00AC66EA" w:rsidP="00B83FFA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Georgia" w:cs="Georgia"/>
                <w:lang w:val="es-ES"/>
              </w:rPr>
              <w:t>Lápiz de labios</w:t>
            </w:r>
          </w:p>
        </w:tc>
      </w:tr>
      <w:tr w:rsidR="001F2AA2" w:rsidRPr="00510EBA" w:rsidTr="001F2A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B83FFA" w:rsidRDefault="00AC66EA" w:rsidP="00D27464">
            <w:pPr>
              <w:pStyle w:val="TableTitleGeorgia"/>
            </w:pPr>
            <w:r w:rsidRPr="00191D8F">
              <w:rPr>
                <w:rFonts w:eastAsia="Georgia" w:cs="Georgia"/>
                <w:bCs/>
                <w:iCs/>
                <w:color w:val="DC6900"/>
                <w:lang w:val="es-ES"/>
              </w:rPr>
              <w:t>Preguntas</w:t>
            </w:r>
          </w:p>
        </w:tc>
        <w:tc>
          <w:tcPr>
            <w:tcW w:w="8749" w:type="dxa"/>
          </w:tcPr>
          <w:p w:rsidR="00B83FFA" w:rsidRPr="00510EBA" w:rsidRDefault="00AC66EA" w:rsidP="00C82F2B">
            <w:pPr>
              <w:pStyle w:val="TableNumberGeorgia"/>
              <w:numPr>
                <w:ilvl w:val="0"/>
                <w:numId w:val="2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experiencias tuvo previamente con este producto?</w:t>
            </w:r>
          </w:p>
          <w:p w:rsidR="00B83FFA" w:rsidRPr="00510EBA" w:rsidRDefault="00AC66EA" w:rsidP="00B83FFA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marcas asocia con este producto?</w:t>
            </w:r>
          </w:p>
          <w:p w:rsidR="00B83FFA" w:rsidRPr="00510EBA" w:rsidRDefault="00AC66EA" w:rsidP="00B83FFA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funciones o características desearían los consumidores en este producto?</w:t>
            </w:r>
          </w:p>
          <w:p w:rsidR="00B83FFA" w:rsidRPr="00510EBA" w:rsidRDefault="00AC66EA" w:rsidP="00B83FFA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funciones o características desearía evitar en este producto?</w:t>
            </w:r>
          </w:p>
          <w:p w:rsidR="00B83FFA" w:rsidRPr="00510EBA" w:rsidRDefault="00AC66EA" w:rsidP="00B83FFA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¿Cómo un producto de este tipo se destacaría en relación con otro producto de este tipo?</w:t>
            </w:r>
          </w:p>
          <w:p w:rsidR="00B83FFA" w:rsidRPr="00510EBA" w:rsidRDefault="00AC66EA" w:rsidP="00B83FFA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precio esperaría pagar por este producto?</w:t>
            </w:r>
          </w:p>
        </w:tc>
      </w:tr>
    </w:tbl>
    <w:p w:rsidR="00FD485B" w:rsidRPr="00510EBA" w:rsidRDefault="00A620E8" w:rsidP="006342C1">
      <w:pPr>
        <w:pStyle w:val="BodyText"/>
        <w:rPr>
          <w:lang w:val="es-AR"/>
        </w:rPr>
      </w:pPr>
    </w:p>
    <w:tbl>
      <w:tblPr>
        <w:tblStyle w:val="DP-Plain"/>
        <w:tblW w:w="0" w:type="auto"/>
        <w:tblLook w:val="04A0" w:firstRow="1" w:lastRow="0" w:firstColumn="1" w:lastColumn="0" w:noHBand="0" w:noVBand="1"/>
      </w:tblPr>
      <w:tblGrid>
        <w:gridCol w:w="1663"/>
        <w:gridCol w:w="8749"/>
      </w:tblGrid>
      <w:tr w:rsidR="001F2AA2" w:rsidRPr="00510EBA" w:rsidTr="001F2A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DD2674" w:rsidRDefault="00AC66EA" w:rsidP="00D27464">
            <w:pPr>
              <w:pStyle w:val="TableTitleGeorgia"/>
            </w:pPr>
            <w:r w:rsidRPr="00191D8F">
              <w:rPr>
                <w:rFonts w:eastAsia="Georgia" w:cs="Georgia"/>
                <w:bCs/>
                <w:iCs/>
                <w:color w:val="DC6900"/>
                <w:lang w:val="es-ES"/>
              </w:rPr>
              <w:t>Guía</w:t>
            </w:r>
          </w:p>
        </w:tc>
        <w:tc>
          <w:tcPr>
            <w:tcW w:w="8749" w:type="dxa"/>
          </w:tcPr>
          <w:p w:rsidR="00DD2674" w:rsidRPr="00510EBA" w:rsidRDefault="00AC66EA" w:rsidP="00DD2674">
            <w:pPr>
              <w:pStyle w:val="TableTextGeorgi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 xml:space="preserve">Su grupo debe crear una publicidad para el producto que aparece a continuación. Comience dando nombre a su producto. Antes de empezar a crear su publicidad tómese un momento para responder las preguntas de esta tarjeta. Debe consultar también el folleto </w:t>
            </w:r>
            <w:r w:rsidRPr="00DB0E9C">
              <w:rPr>
                <w:rFonts w:eastAsia="Georgia" w:cs="Georgia"/>
                <w:i/>
                <w:iCs/>
                <w:lang w:val="es-ES"/>
              </w:rPr>
              <w:t>Tipos de afirmaciones publicitarias</w:t>
            </w:r>
            <w:r w:rsidRPr="00DB0E9C">
              <w:rPr>
                <w:rFonts w:eastAsia="Georgia" w:cs="Georgia"/>
                <w:lang w:val="es-ES"/>
              </w:rPr>
              <w:t>. Elija el tipo de afirmación que desee usar en su publicidad. Cree su publicidad final sobre el papel para gráficos provisto.</w:t>
            </w:r>
          </w:p>
        </w:tc>
      </w:tr>
      <w:tr w:rsidR="001F2AA2" w:rsidTr="001F2A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DD2674" w:rsidRDefault="00AC66EA" w:rsidP="00D27464">
            <w:pPr>
              <w:pStyle w:val="TableTitleGeorgia"/>
            </w:pPr>
            <w:r w:rsidRPr="00191D8F">
              <w:rPr>
                <w:rFonts w:eastAsia="Georgia" w:cs="Georgia"/>
                <w:bCs/>
                <w:iCs/>
                <w:color w:val="DC6900"/>
                <w:lang w:val="es-ES"/>
              </w:rPr>
              <w:t>Producto</w:t>
            </w:r>
          </w:p>
        </w:tc>
        <w:tc>
          <w:tcPr>
            <w:tcW w:w="8749" w:type="dxa"/>
          </w:tcPr>
          <w:p w:rsidR="00DD2674" w:rsidRPr="00DD2674" w:rsidRDefault="00AC66EA" w:rsidP="00DD2674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Georgia" w:cs="Georgia"/>
                <w:lang w:val="es-ES"/>
              </w:rPr>
              <w:t>Desodorante</w:t>
            </w:r>
          </w:p>
        </w:tc>
      </w:tr>
      <w:tr w:rsidR="001F2AA2" w:rsidRPr="00510EBA" w:rsidTr="001F2A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DD2674" w:rsidRDefault="00AC66EA" w:rsidP="00D27464">
            <w:pPr>
              <w:pStyle w:val="TableTitleGeorgia"/>
            </w:pPr>
            <w:r w:rsidRPr="00191D8F">
              <w:rPr>
                <w:rFonts w:eastAsia="Georgia" w:cs="Georgia"/>
                <w:bCs/>
                <w:iCs/>
                <w:color w:val="DC6900"/>
                <w:lang w:val="es-ES"/>
              </w:rPr>
              <w:t>Preguntas</w:t>
            </w:r>
          </w:p>
        </w:tc>
        <w:tc>
          <w:tcPr>
            <w:tcW w:w="8749" w:type="dxa"/>
          </w:tcPr>
          <w:p w:rsidR="00DD2674" w:rsidRPr="00510EBA" w:rsidRDefault="00AC66EA" w:rsidP="00C82F2B">
            <w:pPr>
              <w:pStyle w:val="TableNumberGeorgia"/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experiencias tuvo previamente con este producto?</w:t>
            </w:r>
          </w:p>
          <w:p w:rsidR="00DD2674" w:rsidRPr="00510EBA" w:rsidRDefault="00AC66EA" w:rsidP="00DD2674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marcas asocia con este producto?</w:t>
            </w:r>
          </w:p>
          <w:p w:rsidR="00DD2674" w:rsidRPr="00510EBA" w:rsidRDefault="00AC66EA" w:rsidP="00DD2674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funciones o características desearían los consumidores en este producto?</w:t>
            </w:r>
          </w:p>
          <w:p w:rsidR="00DD2674" w:rsidRPr="00510EBA" w:rsidRDefault="00AC66EA" w:rsidP="00DD2674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funciones o características desearía evitar en este producto?</w:t>
            </w:r>
          </w:p>
          <w:p w:rsidR="00DD2674" w:rsidRPr="00510EBA" w:rsidRDefault="00AC66EA" w:rsidP="00DD2674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¿Cómo un producto de este tipo se destacaría en relación con otro producto de este tipo?</w:t>
            </w:r>
          </w:p>
          <w:p w:rsidR="00DD2674" w:rsidRPr="00510EBA" w:rsidRDefault="00AC66EA" w:rsidP="00DD2674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precio esperaría pagar por este producto?</w:t>
            </w:r>
          </w:p>
        </w:tc>
      </w:tr>
    </w:tbl>
    <w:p w:rsidR="00DD2674" w:rsidRPr="00510EBA" w:rsidRDefault="00A620E8" w:rsidP="006342C1">
      <w:pPr>
        <w:pStyle w:val="BodyText"/>
        <w:rPr>
          <w:lang w:val="es-AR"/>
        </w:rPr>
      </w:pPr>
    </w:p>
    <w:tbl>
      <w:tblPr>
        <w:tblStyle w:val="DP-Plain"/>
        <w:tblW w:w="0" w:type="auto"/>
        <w:tblLook w:val="04A0" w:firstRow="1" w:lastRow="0" w:firstColumn="1" w:lastColumn="0" w:noHBand="0" w:noVBand="1"/>
      </w:tblPr>
      <w:tblGrid>
        <w:gridCol w:w="1663"/>
        <w:gridCol w:w="8749"/>
      </w:tblGrid>
      <w:tr w:rsidR="001F2AA2" w:rsidRPr="00510EBA" w:rsidTr="001F2A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AE50A0" w:rsidRDefault="00AC66EA" w:rsidP="00D27464">
            <w:pPr>
              <w:pStyle w:val="TableTitleGeorgia"/>
            </w:pPr>
            <w:r w:rsidRPr="00191D8F">
              <w:rPr>
                <w:rFonts w:eastAsia="Georgia" w:cs="Georgia"/>
                <w:bCs/>
                <w:iCs/>
                <w:color w:val="DC6900"/>
                <w:lang w:val="es-ES"/>
              </w:rPr>
              <w:t>Guía</w:t>
            </w:r>
          </w:p>
        </w:tc>
        <w:tc>
          <w:tcPr>
            <w:tcW w:w="8749" w:type="dxa"/>
          </w:tcPr>
          <w:p w:rsidR="00AE50A0" w:rsidRPr="00510EBA" w:rsidRDefault="00AC66EA" w:rsidP="00AE50A0">
            <w:pPr>
              <w:pStyle w:val="TableTextGeorgi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 xml:space="preserve">Su grupo debe crear una publicidad para el producto que aparece a continuación. Comience dando nombre a su producto. Antes de empezar a crear su publicidad tómese un momento para responder las preguntas de esta tarjeta. Debe consultar también el folleto </w:t>
            </w:r>
            <w:r w:rsidRPr="00DB0E9C">
              <w:rPr>
                <w:rFonts w:eastAsia="Georgia" w:cs="Georgia"/>
                <w:i/>
                <w:iCs/>
                <w:lang w:val="es-ES"/>
              </w:rPr>
              <w:t>Tipos de afirmaciones publicitarias</w:t>
            </w:r>
            <w:r w:rsidRPr="00DB0E9C">
              <w:rPr>
                <w:rFonts w:eastAsia="Georgia" w:cs="Georgia"/>
                <w:lang w:val="es-ES"/>
              </w:rPr>
              <w:t>. Elija el tipo de afirmación que desee usar en su publicidad. Cree su publicidad final sobre el papel para gráficos provisto.</w:t>
            </w:r>
          </w:p>
        </w:tc>
      </w:tr>
      <w:tr w:rsidR="001F2AA2" w:rsidTr="001F2A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AE50A0" w:rsidRDefault="00AC66EA" w:rsidP="00D27464">
            <w:pPr>
              <w:pStyle w:val="TableTitleGeorgia"/>
            </w:pPr>
            <w:r w:rsidRPr="00191D8F">
              <w:rPr>
                <w:rFonts w:eastAsia="Georgia" w:cs="Georgia"/>
                <w:bCs/>
                <w:iCs/>
                <w:color w:val="DC6900"/>
                <w:lang w:val="es-ES"/>
              </w:rPr>
              <w:t>Producto</w:t>
            </w:r>
          </w:p>
        </w:tc>
        <w:tc>
          <w:tcPr>
            <w:tcW w:w="8749" w:type="dxa"/>
          </w:tcPr>
          <w:p w:rsidR="00AE50A0" w:rsidRPr="00AE50A0" w:rsidRDefault="00AC66EA" w:rsidP="00AE50A0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Georgia" w:cs="Georgia"/>
                <w:lang w:val="es-ES"/>
              </w:rPr>
              <w:t>Dentífrico</w:t>
            </w:r>
          </w:p>
        </w:tc>
      </w:tr>
      <w:tr w:rsidR="001F2AA2" w:rsidRPr="00510EBA" w:rsidTr="001F2A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AE50A0" w:rsidRDefault="00AC66EA" w:rsidP="00D27464">
            <w:pPr>
              <w:pStyle w:val="TableTitleGeorgia"/>
            </w:pPr>
            <w:r w:rsidRPr="00191D8F">
              <w:rPr>
                <w:rFonts w:eastAsia="Georgia" w:cs="Georgia"/>
                <w:bCs/>
                <w:iCs/>
                <w:color w:val="DC6900"/>
                <w:lang w:val="es-ES"/>
              </w:rPr>
              <w:t>Preguntas</w:t>
            </w:r>
          </w:p>
        </w:tc>
        <w:tc>
          <w:tcPr>
            <w:tcW w:w="8749" w:type="dxa"/>
          </w:tcPr>
          <w:p w:rsidR="00AE50A0" w:rsidRPr="00510EBA" w:rsidRDefault="00AC66EA" w:rsidP="00C82F2B">
            <w:pPr>
              <w:pStyle w:val="TableNumberGeorgia"/>
              <w:numPr>
                <w:ilvl w:val="0"/>
                <w:numId w:val="2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experiencias tuvo previamente con este producto?</w:t>
            </w:r>
          </w:p>
          <w:p w:rsidR="00AE50A0" w:rsidRPr="00510EBA" w:rsidRDefault="00AC66EA" w:rsidP="00AE50A0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marcas asocia con este producto?</w:t>
            </w:r>
          </w:p>
          <w:p w:rsidR="00AE50A0" w:rsidRPr="00510EBA" w:rsidRDefault="00AC66EA" w:rsidP="00AE50A0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funciones o características desearían los consumidores en este producto?</w:t>
            </w:r>
          </w:p>
          <w:p w:rsidR="00AE50A0" w:rsidRPr="00510EBA" w:rsidRDefault="00AC66EA" w:rsidP="00AE50A0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funciones o características desearía evitar en este producto?</w:t>
            </w:r>
          </w:p>
          <w:p w:rsidR="00AE50A0" w:rsidRPr="00510EBA" w:rsidRDefault="00AC66EA" w:rsidP="00AE50A0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¿Cómo un producto de este tipo se destacaría en relación con otro producto de este tipo?</w:t>
            </w:r>
          </w:p>
          <w:p w:rsidR="00AE50A0" w:rsidRPr="00510EBA" w:rsidRDefault="00AC66EA" w:rsidP="00AE50A0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precio esperaría pagar por este producto?</w:t>
            </w:r>
          </w:p>
        </w:tc>
      </w:tr>
    </w:tbl>
    <w:p w:rsidR="00AE50A0" w:rsidRPr="00510EBA" w:rsidRDefault="00AC66EA" w:rsidP="00AE50A0">
      <w:pPr>
        <w:pStyle w:val="BodyText"/>
        <w:rPr>
          <w:lang w:val="es-AR"/>
        </w:rPr>
      </w:pPr>
      <w:r w:rsidRPr="00510EBA">
        <w:rPr>
          <w:lang w:val="es-AR"/>
        </w:rPr>
        <w:br w:type="page"/>
      </w:r>
    </w:p>
    <w:tbl>
      <w:tblPr>
        <w:tblStyle w:val="DP-Plain"/>
        <w:tblW w:w="0" w:type="auto"/>
        <w:tblLook w:val="04A0" w:firstRow="1" w:lastRow="0" w:firstColumn="1" w:lastColumn="0" w:noHBand="0" w:noVBand="1"/>
      </w:tblPr>
      <w:tblGrid>
        <w:gridCol w:w="1663"/>
        <w:gridCol w:w="8749"/>
      </w:tblGrid>
      <w:tr w:rsidR="001F2AA2" w:rsidRPr="00510EBA" w:rsidTr="001F2A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AE50A0" w:rsidRDefault="00AC66EA" w:rsidP="00D27464">
            <w:pPr>
              <w:pStyle w:val="TableTitleGeorgia"/>
            </w:pPr>
            <w:r w:rsidRPr="00191D8F">
              <w:rPr>
                <w:rFonts w:eastAsia="Georgia" w:cs="Georgia"/>
                <w:bCs/>
                <w:iCs/>
                <w:color w:val="DC6900"/>
                <w:lang w:val="es-ES"/>
              </w:rPr>
              <w:lastRenderedPageBreak/>
              <w:t>Guía</w:t>
            </w:r>
          </w:p>
        </w:tc>
        <w:tc>
          <w:tcPr>
            <w:tcW w:w="8749" w:type="dxa"/>
          </w:tcPr>
          <w:p w:rsidR="00AE50A0" w:rsidRPr="00510EBA" w:rsidRDefault="00AC66EA" w:rsidP="00AE50A0">
            <w:pPr>
              <w:pStyle w:val="TableTextGeorgi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 xml:space="preserve">Su grupo debe crear una publicidad para el producto que aparece a continuación. Comience dando nombre a su producto. Antes de empezar a crear su publicidad tómese un momento para responder las preguntas de esta tarjeta. Debe consultar también el folleto </w:t>
            </w:r>
            <w:r w:rsidRPr="00DB0E9C">
              <w:rPr>
                <w:rFonts w:eastAsia="Georgia" w:cs="Georgia"/>
                <w:i/>
                <w:iCs/>
                <w:lang w:val="es-ES"/>
              </w:rPr>
              <w:t>Tipos de afirmaciones publicitarias</w:t>
            </w:r>
            <w:r w:rsidRPr="00DB0E9C">
              <w:rPr>
                <w:rFonts w:eastAsia="Georgia" w:cs="Georgia"/>
                <w:lang w:val="es-ES"/>
              </w:rPr>
              <w:t>. Elija el tipo de afirmación que desee usar en su publicidad. Cree su publicidad final sobre el papel para gráficos provisto.</w:t>
            </w:r>
          </w:p>
        </w:tc>
      </w:tr>
      <w:tr w:rsidR="001F2AA2" w:rsidTr="001F2A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AE50A0" w:rsidRDefault="00AC66EA" w:rsidP="00D27464">
            <w:pPr>
              <w:pStyle w:val="TableTitleGeorgia"/>
            </w:pPr>
            <w:r w:rsidRPr="00191D8F">
              <w:rPr>
                <w:rFonts w:eastAsia="Georgia" w:cs="Georgia"/>
                <w:bCs/>
                <w:iCs/>
                <w:color w:val="DC6900"/>
                <w:lang w:val="es-ES"/>
              </w:rPr>
              <w:t>Producto</w:t>
            </w:r>
          </w:p>
        </w:tc>
        <w:tc>
          <w:tcPr>
            <w:tcW w:w="8749" w:type="dxa"/>
          </w:tcPr>
          <w:p w:rsidR="00AE50A0" w:rsidRPr="00AE50A0" w:rsidRDefault="00AC66EA" w:rsidP="00AE50A0">
            <w:pPr>
              <w:pStyle w:val="TableTex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Georgia" w:cs="Georgia"/>
                <w:lang w:val="es-ES"/>
              </w:rPr>
              <w:t>Shampoo</w:t>
            </w:r>
          </w:p>
        </w:tc>
      </w:tr>
      <w:tr w:rsidR="001F2AA2" w:rsidRPr="00510EBA" w:rsidTr="001F2A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3" w:type="dxa"/>
          </w:tcPr>
          <w:p w:rsidR="00AE50A0" w:rsidRDefault="00AC66EA" w:rsidP="00D27464">
            <w:pPr>
              <w:pStyle w:val="TableTitleGeorgia"/>
            </w:pPr>
            <w:r w:rsidRPr="00191D8F">
              <w:rPr>
                <w:rFonts w:eastAsia="Georgia" w:cs="Georgia"/>
                <w:bCs/>
                <w:iCs/>
                <w:color w:val="DC6900"/>
                <w:lang w:val="es-ES"/>
              </w:rPr>
              <w:t>Preguntas</w:t>
            </w:r>
          </w:p>
        </w:tc>
        <w:tc>
          <w:tcPr>
            <w:tcW w:w="8749" w:type="dxa"/>
          </w:tcPr>
          <w:p w:rsidR="00AE50A0" w:rsidRPr="00510EBA" w:rsidRDefault="00AC66EA" w:rsidP="00C82F2B">
            <w:pPr>
              <w:pStyle w:val="TableNumberGeorgia"/>
              <w:numPr>
                <w:ilvl w:val="0"/>
                <w:numId w:val="2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experiencias tuvo previamente con este producto?</w:t>
            </w:r>
          </w:p>
          <w:p w:rsidR="00AE50A0" w:rsidRPr="00510EBA" w:rsidRDefault="00AC66EA" w:rsidP="00AE50A0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marcas asocia con este producto?</w:t>
            </w:r>
          </w:p>
          <w:p w:rsidR="00AE50A0" w:rsidRPr="00510EBA" w:rsidRDefault="00AC66EA" w:rsidP="00AE50A0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funciones o características desearían los consumidores en este producto?</w:t>
            </w:r>
          </w:p>
          <w:p w:rsidR="00AE50A0" w:rsidRPr="00510EBA" w:rsidRDefault="00AC66EA" w:rsidP="00AE50A0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funciones o características desearía evitar en este producto?</w:t>
            </w:r>
          </w:p>
          <w:p w:rsidR="00AE50A0" w:rsidRPr="00510EBA" w:rsidRDefault="00AC66EA" w:rsidP="00AE50A0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¿Cómo un producto de este tipo se destacaría en relación con otro producto de este tipo?</w:t>
            </w:r>
          </w:p>
          <w:p w:rsidR="00AE50A0" w:rsidRPr="00510EBA" w:rsidRDefault="00AC66EA" w:rsidP="00AE50A0">
            <w:pPr>
              <w:pStyle w:val="TableNumber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AR"/>
              </w:rPr>
            </w:pPr>
            <w:r w:rsidRPr="00DB0E9C">
              <w:rPr>
                <w:rFonts w:eastAsia="Georgia" w:cs="Georgia"/>
                <w:lang w:val="es-ES"/>
              </w:rPr>
              <w:t>¿Qué precio esperaría pagar por este producto?</w:t>
            </w:r>
          </w:p>
        </w:tc>
      </w:tr>
    </w:tbl>
    <w:p w:rsidR="00EC047B" w:rsidRPr="00510EBA" w:rsidRDefault="00A620E8" w:rsidP="006342C1">
      <w:pPr>
        <w:pStyle w:val="BodyText"/>
        <w:rPr>
          <w:lang w:val="es-AR"/>
        </w:rPr>
      </w:pPr>
    </w:p>
    <w:sectPr w:rsidR="00EC047B" w:rsidRPr="00510EBA" w:rsidSect="00361738">
      <w:headerReference w:type="default" r:id="rId14"/>
      <w:footerReference w:type="default" r:id="rId15"/>
      <w:headerReference w:type="first" r:id="rId16"/>
      <w:footerReference w:type="first" r:id="rId17"/>
      <w:pgSz w:w="12240" w:h="15840" w:code="1"/>
      <w:pgMar w:top="1469" w:right="1022" w:bottom="1469" w:left="1022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6EA" w:rsidRDefault="00AC66EA" w:rsidP="001F2AA2">
      <w:pPr>
        <w:spacing w:after="0" w:line="240" w:lineRule="auto"/>
      </w:pPr>
      <w:r>
        <w:separator/>
      </w:r>
    </w:p>
  </w:endnote>
  <w:endnote w:type="continuationSeparator" w:id="0">
    <w:p w:rsidR="00AC66EA" w:rsidRDefault="00AC66EA" w:rsidP="001F2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E21" w:rsidRDefault="00AC66EA" w:rsidP="00504C5D">
    <w:pPr>
      <w:pStyle w:val="Footer"/>
    </w:pPr>
    <w:r>
      <w:rPr>
        <w:rFonts w:ascii="Georgia" w:eastAsia="Georgia" w:hAnsi="Georgia" w:cs="Georgia"/>
        <w:szCs w:val="19"/>
        <w:lang w:val="es-ES"/>
      </w:rPr>
      <w:t>Footer text goes here</w:t>
    </w:r>
  </w:p>
  <w:p w:rsidR="00334E21" w:rsidRDefault="00AC66EA" w:rsidP="00504C5D">
    <w:pPr>
      <w:pStyle w:val="Footer"/>
    </w:pPr>
    <w:r>
      <w:rPr>
        <w:rFonts w:ascii="Georgia" w:eastAsia="Georgia" w:hAnsi="Georgia" w:cs="Georgia"/>
        <w:szCs w:val="19"/>
        <w:lang w:val="es-ES"/>
      </w:rPr>
      <w:t>PwC</w:t>
    </w:r>
    <w:r>
      <w:ptab w:relativeTo="margin" w:alignment="center" w:leader="none"/>
    </w:r>
    <w:r>
      <w:ptab w:relativeTo="margin" w:alignment="right" w:leader="none"/>
    </w:r>
    <w:r>
      <w:rPr>
        <w:rFonts w:ascii="Georgia" w:eastAsia="Georgia" w:hAnsi="Georgia" w:cs="Georgia"/>
        <w:szCs w:val="19"/>
        <w:lang w:val="es-ES"/>
      </w:rPr>
      <w:t xml:space="preserve">Página </w:t>
    </w:r>
    <w:r w:rsidR="001F2AA2">
      <w:fldChar w:fldCharType="begin"/>
    </w:r>
    <w:r>
      <w:instrText xml:space="preserve"> PAGE   \* MERGEFORMAT </w:instrText>
    </w:r>
    <w:r w:rsidR="001F2AA2">
      <w:fldChar w:fldCharType="separate"/>
    </w:r>
    <w:r>
      <w:rPr>
        <w:noProof/>
      </w:rPr>
      <w:t>17</w:t>
    </w:r>
    <w:r w:rsidR="001F2AA2">
      <w:rPr>
        <w:noProof/>
      </w:rPr>
      <w:fldChar w:fldCharType="end"/>
    </w:r>
    <w:r>
      <w:rPr>
        <w:rFonts w:ascii="Georgia" w:eastAsia="Georgia" w:hAnsi="Georgia" w:cs="Georgia"/>
        <w:szCs w:val="19"/>
        <w:lang w:val="es-ES"/>
      </w:rPr>
      <w:t xml:space="preserve"> de </w:t>
    </w:r>
    <w:r w:rsidR="00A620E8">
      <w:fldChar w:fldCharType="begin"/>
    </w:r>
    <w:r w:rsidR="00A620E8">
      <w:instrText xml:space="preserve"> NUMPAGES   \* MERGEFORMAT </w:instrText>
    </w:r>
    <w:r w:rsidR="00A620E8">
      <w:fldChar w:fldCharType="separate"/>
    </w:r>
    <w:r>
      <w:rPr>
        <w:noProof/>
      </w:rPr>
      <w:t>5</w:t>
    </w:r>
    <w:r w:rsidR="00A620E8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E21" w:rsidRPr="00AB4EAC" w:rsidRDefault="00AC66EA" w:rsidP="00504C5D">
    <w:pPr>
      <w:pStyle w:val="Footer"/>
      <w:rPr>
        <w:rFonts w:ascii="Georgia" w:hAnsi="Georgia"/>
      </w:rPr>
    </w:pPr>
    <w:r w:rsidRPr="00AB4EAC">
      <w:rPr>
        <w:rFonts w:ascii="Georgia" w:eastAsia="Georgia" w:hAnsi="Georgia" w:cs="Georgia"/>
        <w:szCs w:val="19"/>
        <w:lang w:val="es-ES"/>
      </w:rPr>
      <w:t xml:space="preserve">Página </w:t>
    </w:r>
    <w:r w:rsidR="001F2AA2" w:rsidRPr="00AB4EAC">
      <w:rPr>
        <w:rFonts w:ascii="Georgia" w:hAnsi="Georgia"/>
      </w:rPr>
      <w:fldChar w:fldCharType="begin"/>
    </w:r>
    <w:r w:rsidRPr="00AB4EAC">
      <w:rPr>
        <w:rFonts w:ascii="Georgia" w:hAnsi="Georgia"/>
      </w:rPr>
      <w:instrText xml:space="preserve"> PAGE   \* MERGEFORMAT </w:instrText>
    </w:r>
    <w:r w:rsidR="001F2AA2" w:rsidRPr="00AB4EAC">
      <w:rPr>
        <w:rFonts w:ascii="Georgia" w:hAnsi="Georgia"/>
      </w:rPr>
      <w:fldChar w:fldCharType="separate"/>
    </w:r>
    <w:r>
      <w:rPr>
        <w:rFonts w:ascii="Georgia" w:hAnsi="Georgia"/>
        <w:noProof/>
      </w:rPr>
      <w:t>4</w:t>
    </w:r>
    <w:r w:rsidR="001F2AA2" w:rsidRPr="00AB4EAC">
      <w:rPr>
        <w:rFonts w:ascii="Georgia" w:hAnsi="Georgia"/>
      </w:rPr>
      <w:fldChar w:fldCharType="end"/>
    </w:r>
    <w:r w:rsidRPr="00AB4EAC">
      <w:rPr>
        <w:rFonts w:ascii="Georgia" w:eastAsia="Georgia" w:hAnsi="Georgia" w:cs="Georgia"/>
        <w:szCs w:val="19"/>
        <w:lang w:val="es-ES"/>
      </w:rPr>
      <w:t xml:space="preserve"> de 4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A6" w:rsidRPr="00510EBA" w:rsidRDefault="00AC66EA" w:rsidP="00D716A6">
    <w:pPr>
      <w:pStyle w:val="Copyright"/>
      <w:rPr>
        <w:lang w:val="es-AR"/>
      </w:rPr>
    </w:pPr>
    <w:r w:rsidRPr="00AE587C">
      <w:rPr>
        <w:rFonts w:eastAsia="Arial" w:cs="Arial"/>
        <w:color w:val="000000"/>
        <w:szCs w:val="16"/>
        <w:lang w:val="es-ES"/>
      </w:rPr>
      <w:t>© 2012 PricewaterhouseCoopers LLP. Todos los derechos reservados. PwC se refiere a la empresa miembro de los Estados Unidos y puede referirse, a veces, a la red de PwC.</w:t>
    </w:r>
    <w:r w:rsidR="00510EBA">
      <w:rPr>
        <w:rFonts w:eastAsia="Arial" w:cs="Arial"/>
        <w:color w:val="000000"/>
        <w:szCs w:val="16"/>
        <w:lang w:val="es-ES"/>
      </w:rPr>
      <w:t xml:space="preserve"> </w:t>
    </w:r>
    <w:r w:rsidRPr="00AE587C">
      <w:rPr>
        <w:rFonts w:eastAsia="Arial" w:cs="Arial"/>
        <w:color w:val="000000"/>
        <w:szCs w:val="16"/>
        <w:lang w:val="es-ES"/>
      </w:rPr>
      <w:t xml:space="preserve">Cada empresa miembro es una entidad legal separada. Consulte www.pwc.com/structure para obtener más detalles. Este contenido es solo para fines informativos generales y no se utilizará como sustituto de la consulta con asesores profesionales. </w:t>
    </w:r>
  </w:p>
  <w:p w:rsidR="00334E21" w:rsidRPr="00731901" w:rsidRDefault="00AC66EA" w:rsidP="00731901">
    <w:pPr>
      <w:pStyle w:val="Footer"/>
    </w:pPr>
    <w:r>
      <w:rPr>
        <w:rFonts w:ascii="Georgia" w:eastAsia="Georgia" w:hAnsi="Georgia" w:cs="Georgia"/>
        <w:szCs w:val="19"/>
        <w:lang w:val="es-ES"/>
      </w:rPr>
      <w:t>PwC</w:t>
    </w:r>
    <w:r>
      <w:ptab w:relativeTo="margin" w:alignment="center" w:leader="none"/>
    </w:r>
    <w:r>
      <w:ptab w:relativeTo="margin" w:alignment="right" w:leader="none"/>
    </w:r>
    <w:r>
      <w:rPr>
        <w:rFonts w:ascii="Georgia" w:eastAsia="Georgia" w:hAnsi="Georgia" w:cs="Georgia"/>
        <w:szCs w:val="19"/>
        <w:lang w:val="es-ES"/>
      </w:rPr>
      <w:t xml:space="preserve">Página </w:t>
    </w:r>
    <w:r w:rsidR="001F2AA2">
      <w:fldChar w:fldCharType="begin"/>
    </w:r>
    <w:r>
      <w:instrText xml:space="preserve"> PAGE   \* MERGEFORMAT </w:instrText>
    </w:r>
    <w:r w:rsidR="001F2AA2">
      <w:fldChar w:fldCharType="separate"/>
    </w:r>
    <w:r w:rsidR="00A620E8">
      <w:rPr>
        <w:noProof/>
      </w:rPr>
      <w:t>5</w:t>
    </w:r>
    <w:r w:rsidR="001F2AA2">
      <w:rPr>
        <w:noProof/>
      </w:rPr>
      <w:fldChar w:fldCharType="end"/>
    </w:r>
    <w:r>
      <w:rPr>
        <w:rFonts w:ascii="Georgia" w:eastAsia="Georgia" w:hAnsi="Georgia" w:cs="Georgia"/>
        <w:szCs w:val="19"/>
        <w:lang w:val="es-ES"/>
      </w:rPr>
      <w:t xml:space="preserve"> de </w:t>
    </w:r>
    <w:r w:rsidR="00A620E8">
      <w:fldChar w:fldCharType="begin"/>
    </w:r>
    <w:r w:rsidR="00A620E8">
      <w:instrText xml:space="preserve"> NUMPAGES   \* MERGEFORMAT </w:instrText>
    </w:r>
    <w:r w:rsidR="00A620E8">
      <w:fldChar w:fldCharType="separate"/>
    </w:r>
    <w:r w:rsidR="00A620E8">
      <w:rPr>
        <w:noProof/>
      </w:rPr>
      <w:t>5</w:t>
    </w:r>
    <w:r w:rsidR="00A620E8"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E21" w:rsidRPr="00510EBA" w:rsidRDefault="00AC66EA">
    <w:pPr>
      <w:pStyle w:val="Footer"/>
      <w:rPr>
        <w:lang w:val="es-AR"/>
      </w:rPr>
    </w:pPr>
    <w:r>
      <w:rPr>
        <w:rFonts w:ascii="Georgia" w:eastAsia="Georgia" w:hAnsi="Georgia" w:cs="Georgia"/>
        <w:szCs w:val="19"/>
        <w:lang w:val="es-ES"/>
      </w:rPr>
      <w:t>Aquí va la cláusula de exención de responsabilidad y declaraciones de derechos de autor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6EA" w:rsidRDefault="00AC66EA" w:rsidP="001F2AA2">
      <w:pPr>
        <w:spacing w:after="0" w:line="240" w:lineRule="auto"/>
      </w:pPr>
      <w:r>
        <w:separator/>
      </w:r>
    </w:p>
  </w:footnote>
  <w:footnote w:type="continuationSeparator" w:id="0">
    <w:p w:rsidR="00AC66EA" w:rsidRDefault="00AC66EA" w:rsidP="001F2A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vertAnchor="page" w:horzAnchor="margin" w:tblpY="1248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0" w:type="dxa"/>
      </w:tblCellMar>
      <w:tblLook w:val="04A0" w:firstRow="1" w:lastRow="0" w:firstColumn="1" w:lastColumn="0" w:noHBand="0" w:noVBand="1"/>
    </w:tblPr>
    <w:tblGrid>
      <w:gridCol w:w="8421"/>
    </w:tblGrid>
    <w:tr w:rsidR="001F2AA2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hRule="exact" w:val="227"/>
      </w:trPr>
      <w:tc>
        <w:tcPr>
          <w:tcW w:w="5000" w:type="pct"/>
        </w:tcPr>
        <w:p w:rsidR="00334E21" w:rsidRDefault="00A620E8">
          <w:pPr>
            <w:rPr>
              <w:sz w:val="14"/>
              <w:szCs w:val="14"/>
            </w:rPr>
          </w:pPr>
        </w:p>
      </w:tc>
    </w:tr>
  </w:tbl>
  <w:p w:rsidR="00334E21" w:rsidRDefault="00AC66EA">
    <w:pPr>
      <w:pStyle w:val="Header"/>
    </w:pPr>
    <w:r>
      <w:rPr>
        <w:rFonts w:ascii="Georgia" w:eastAsia="Georgia" w:hAnsi="Georgia" w:cs="Georgia"/>
        <w:szCs w:val="19"/>
        <w:lang w:val="es-ES"/>
      </w:rPr>
      <w:t>Header goes here</w:t>
    </w:r>
    <w:r>
      <w:ptab w:relativeTo="margin" w:alignment="center" w:leader="none"/>
    </w:r>
    <w:r>
      <w:ptab w:relativeTo="margin" w:alignment="right" w:leader="none"/>
    </w:r>
    <w:r>
      <w:rPr>
        <w:rFonts w:ascii="Georgia" w:eastAsia="Georgia" w:hAnsi="Georgia" w:cs="Georgia"/>
        <w:szCs w:val="19"/>
        <w:lang w:val="es-ES"/>
      </w:rPr>
      <w:t>Draft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E21" w:rsidRDefault="00AC66EA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page">
            <wp:posOffset>438785</wp:posOffset>
          </wp:positionH>
          <wp:positionV relativeFrom="page">
            <wp:posOffset>521335</wp:posOffset>
          </wp:positionV>
          <wp:extent cx="1409700" cy="1190625"/>
          <wp:effectExtent l="0" t="0" r="0" b="0"/>
          <wp:wrapNone/>
          <wp:docPr id="16" name="first_pag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rst_page_logo"/>
                  <pic:cNvPicPr preferRelativeResize="0"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1190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E21" w:rsidRPr="0072257C" w:rsidRDefault="00AC66EA" w:rsidP="0072257C">
    <w:pPr>
      <w:pStyle w:val="Header"/>
      <w:rPr>
        <w:rFonts w:ascii="Georgia" w:hAnsi="Georgia"/>
        <w:szCs w:val="19"/>
      </w:rPr>
    </w:pPr>
    <w:r w:rsidRPr="0078100C">
      <w:rPr>
        <w:noProof/>
        <w:lang w:val="en-US"/>
      </w:rPr>
      <w:drawing>
        <wp:anchor distT="0" distB="0" distL="114300" distR="114300" simplePos="0" relativeHeight="251713536" behindDoc="0" locked="0" layoutInCell="1" allowOverlap="1">
          <wp:simplePos x="0" y="0"/>
          <wp:positionH relativeFrom="page">
            <wp:posOffset>1188720</wp:posOffset>
          </wp:positionH>
          <wp:positionV relativeFrom="page">
            <wp:posOffset>1417320</wp:posOffset>
          </wp:positionV>
          <wp:extent cx="6617575" cy="8177842"/>
          <wp:effectExtent l="19050" t="0" r="0" b="0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7575" cy="817784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2257C">
      <w:rPr>
        <w:rFonts w:ascii="Georgia" w:eastAsia="Georgia" w:hAnsi="Georgia" w:cs="Georgia"/>
        <w:szCs w:val="19"/>
        <w:lang w:val="es-ES"/>
      </w:rPr>
      <w:t xml:space="preserve">www.pwc.com/corporateresponsibility </w:t>
    </w:r>
    <w:r>
      <w:ptab w:relativeTo="margin" w:alignment="right" w:leader="none"/>
    </w: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vertAnchor="page" w:horzAnchor="margin" w:tblpY="1182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115" w:type="dxa"/>
      </w:tblCellMar>
      <w:tblLook w:val="04A0" w:firstRow="1" w:lastRow="0" w:firstColumn="1" w:lastColumn="0" w:noHBand="0" w:noVBand="1"/>
    </w:tblPr>
    <w:tblGrid>
      <w:gridCol w:w="10538"/>
    </w:tblGrid>
    <w:tr w:rsidR="001F2AA2" w:rsidTr="002160E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5000" w:type="pct"/>
        </w:tcPr>
        <w:p w:rsidR="00334E21" w:rsidRPr="002160E6" w:rsidRDefault="00A620E8" w:rsidP="00E12099">
          <w:pPr>
            <w:rPr>
              <w:sz w:val="24"/>
              <w:szCs w:val="24"/>
            </w:rPr>
          </w:pPr>
        </w:p>
      </w:tc>
    </w:tr>
  </w:tbl>
  <w:p w:rsidR="00334E21" w:rsidRDefault="00A620E8" w:rsidP="00CE10EE">
    <w:pPr>
      <w:pStyle w:val="Header"/>
    </w:pP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vertAnchor="page" w:horzAnchor="margin" w:tblpY="1248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0" w:type="dxa"/>
      </w:tblCellMar>
      <w:tblLook w:val="04A0" w:firstRow="1" w:lastRow="0" w:firstColumn="1" w:lastColumn="0" w:noHBand="0" w:noVBand="1"/>
    </w:tblPr>
    <w:tblGrid>
      <w:gridCol w:w="10423"/>
    </w:tblGrid>
    <w:tr w:rsidR="001F2AA2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hRule="exact" w:val="227"/>
      </w:trPr>
      <w:tc>
        <w:tcPr>
          <w:tcW w:w="5000" w:type="pct"/>
        </w:tcPr>
        <w:p w:rsidR="00334E21" w:rsidRDefault="00A620E8">
          <w:pPr>
            <w:rPr>
              <w:sz w:val="14"/>
              <w:szCs w:val="14"/>
            </w:rPr>
          </w:pPr>
        </w:p>
      </w:tc>
    </w:tr>
  </w:tbl>
  <w:p w:rsidR="00334E21" w:rsidRDefault="00AC66EA">
    <w:pPr>
      <w:pStyle w:val="Header"/>
    </w:pPr>
    <w:r>
      <w:rPr>
        <w:rFonts w:ascii="Georgia" w:eastAsia="Georgia" w:hAnsi="Georgia" w:cs="Georgia"/>
        <w:szCs w:val="19"/>
        <w:lang w:val="es-ES"/>
      </w:rPr>
      <w:t>Header goes here</w:t>
    </w:r>
    <w:r>
      <w:ptab w:relativeTo="margin" w:alignment="center" w:leader="none"/>
    </w:r>
    <w:r>
      <w:ptab w:relativeTo="margin" w:alignment="right" w:leader="none"/>
    </w:r>
    <w:r>
      <w:rPr>
        <w:rFonts w:ascii="Georgia" w:eastAsia="Georgia" w:hAnsi="Georgia" w:cs="Georgia"/>
        <w:szCs w:val="19"/>
        <w:lang w:val="es-ES"/>
      </w:rPr>
      <w:t>Draft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A6077"/>
    <w:multiLevelType w:val="multilevel"/>
    <w:tmpl w:val="28C42E42"/>
    <w:styleLink w:val="Table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00" w:themeColor="text1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color w:val="000000" w:themeColor="text1"/>
      </w:rPr>
    </w:lvl>
    <w:lvl w:ilvl="3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000000" w:themeColor="text1"/>
      </w:rPr>
    </w:lvl>
    <w:lvl w:ilvl="4">
      <w:start w:val="1"/>
      <w:numFmt w:val="bullet"/>
      <w:lvlText w:val="~"/>
      <w:lvlJc w:val="left"/>
      <w:pPr>
        <w:tabs>
          <w:tab w:val="num" w:pos="1800"/>
        </w:tabs>
        <w:ind w:left="1800" w:hanging="360"/>
      </w:pPr>
      <w:rPr>
        <w:rFonts w:ascii="Georgia" w:hAnsi="Georgia" w:hint="default"/>
        <w:color w:val="000000" w:themeColor="text1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9577665"/>
    <w:multiLevelType w:val="multilevel"/>
    <w:tmpl w:val="F622FA0C"/>
    <w:styleLink w:val="Style5"/>
    <w:lvl w:ilvl="0">
      <w:start w:val="1"/>
      <w:numFmt w:val="lowerRoman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2">
    <w:nsid w:val="0984408E"/>
    <w:multiLevelType w:val="multilevel"/>
    <w:tmpl w:val="0C3CABF8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3">
    <w:nsid w:val="0AEE6E54"/>
    <w:multiLevelType w:val="hybridMultilevel"/>
    <w:tmpl w:val="CE66A678"/>
    <w:lvl w:ilvl="0" w:tplc="AD3EB63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6E1C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BCAA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086D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440B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BC0F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4ED2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6A35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0A13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2C277F"/>
    <w:multiLevelType w:val="multilevel"/>
    <w:tmpl w:val="82C06CC8"/>
    <w:styleLink w:val="Style2"/>
    <w:lvl w:ilvl="0">
      <w:start w:val="1"/>
      <w:numFmt w:val="bullet"/>
      <w:pStyle w:val="TableBulletArial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000000" w:themeColor="text1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000000" w:themeColor="text1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000000" w:themeColor="text1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166849C4"/>
    <w:multiLevelType w:val="multilevel"/>
    <w:tmpl w:val="C51AFEB6"/>
    <w:name w:val="PwCListBullets12"/>
    <w:numStyleLink w:val="PwCListBullets1"/>
  </w:abstractNum>
  <w:abstractNum w:abstractNumId="6">
    <w:nsid w:val="1968638E"/>
    <w:multiLevelType w:val="hybridMultilevel"/>
    <w:tmpl w:val="A1188E98"/>
    <w:lvl w:ilvl="0" w:tplc="05609A58">
      <w:start w:val="1"/>
      <w:numFmt w:val="bullet"/>
      <w:pStyle w:val="ListBullet2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993AF0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323C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1A48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CC4D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0E9E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C083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5658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58FF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0849F5"/>
    <w:multiLevelType w:val="multilevel"/>
    <w:tmpl w:val="0C3CABF8"/>
    <w:name w:val="PwCListNumbers12"/>
    <w:numStyleLink w:val="PwCListNumbers1"/>
  </w:abstractNum>
  <w:abstractNum w:abstractNumId="8">
    <w:nsid w:val="23CD278B"/>
    <w:multiLevelType w:val="multilevel"/>
    <w:tmpl w:val="DBC250CC"/>
    <w:styleLink w:val="Style6"/>
    <w:lvl w:ilvl="0">
      <w:start w:val="1"/>
      <w:numFmt w:val="decimal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369F24B6"/>
    <w:multiLevelType w:val="multilevel"/>
    <w:tmpl w:val="005623D4"/>
    <w:numStyleLink w:val="Style7"/>
  </w:abstractNum>
  <w:abstractNum w:abstractNumId="10">
    <w:nsid w:val="3A57486E"/>
    <w:multiLevelType w:val="multilevel"/>
    <w:tmpl w:val="0D1C30F2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806"/>
        </w:tabs>
        <w:ind w:left="806" w:hanging="403"/>
      </w:pPr>
      <w:rPr>
        <w:rFonts w:ascii="Georgia" w:hAnsi="Georgia" w:hint="default"/>
        <w:b w:val="0"/>
        <w:i w:val="0"/>
        <w:sz w:val="20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1613"/>
        </w:tabs>
        <w:ind w:left="1613" w:hanging="403"/>
      </w:pPr>
      <w:rPr>
        <w:rFonts w:ascii="Georgia" w:hAnsi="Georgia" w:hint="default"/>
        <w:b w:val="0"/>
        <w:i w:val="0"/>
        <w:sz w:val="20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016"/>
        </w:tabs>
        <w:ind w:left="2016" w:hanging="403"/>
      </w:pPr>
      <w:rPr>
        <w:rFonts w:ascii="Georgia" w:hAnsi="Georgia" w:hint="default"/>
        <w:b w:val="0"/>
        <w:i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>
    <w:nsid w:val="3C57163F"/>
    <w:multiLevelType w:val="hybridMultilevel"/>
    <w:tmpl w:val="B480232C"/>
    <w:name w:val="PwCListNumbers13"/>
    <w:lvl w:ilvl="0" w:tplc="05C6DA42">
      <w:start w:val="1"/>
      <w:numFmt w:val="bullet"/>
      <w:pStyle w:val="ListBullet4"/>
      <w:lvlText w:val="&gt;"/>
      <w:lvlJc w:val="left"/>
      <w:pPr>
        <w:ind w:left="1440" w:hanging="360"/>
      </w:pPr>
      <w:rPr>
        <w:rFonts w:ascii="Arial" w:hAnsi="Arial" w:hint="default"/>
      </w:rPr>
    </w:lvl>
    <w:lvl w:ilvl="1" w:tplc="B78E56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587C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1C7B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B4B0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EA7A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6C1E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9EBC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16F7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E102E8"/>
    <w:multiLevelType w:val="hybridMultilevel"/>
    <w:tmpl w:val="9724ABA0"/>
    <w:lvl w:ilvl="0" w:tplc="8F7AE450">
      <w:start w:val="1"/>
      <w:numFmt w:val="bullet"/>
      <w:pStyle w:val="ListBullet3"/>
      <w:lvlText w:val="o"/>
      <w:lvlJc w:val="left"/>
      <w:pPr>
        <w:ind w:left="1440" w:hanging="360"/>
      </w:pPr>
      <w:rPr>
        <w:rFonts w:ascii="Courier New" w:hAnsi="Courier New" w:hint="default"/>
        <w:color w:val="000000" w:themeColor="text1"/>
      </w:rPr>
    </w:lvl>
    <w:lvl w:ilvl="1" w:tplc="7F92807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D7C387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D886A3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B03C9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118BC7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6703AD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5680D6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67A99C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3F0C66CF"/>
    <w:multiLevelType w:val="multilevel"/>
    <w:tmpl w:val="005623D4"/>
    <w:styleLink w:val="Style7"/>
    <w:lvl w:ilvl="0">
      <w:start w:val="1"/>
      <w:numFmt w:val="decimal"/>
      <w:pStyle w:val="TableNumber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423F29C0"/>
    <w:multiLevelType w:val="hybridMultilevel"/>
    <w:tmpl w:val="F79CB574"/>
    <w:lvl w:ilvl="0" w:tplc="516AD820">
      <w:start w:val="1"/>
      <w:numFmt w:val="bullet"/>
      <w:pStyle w:val="Style1"/>
      <w:lvlText w:val="~"/>
      <w:lvlJc w:val="left"/>
      <w:pPr>
        <w:ind w:left="2160" w:hanging="360"/>
      </w:pPr>
      <w:rPr>
        <w:rFonts w:ascii="Georgia" w:hAnsi="Georgia" w:hint="default"/>
      </w:rPr>
    </w:lvl>
    <w:lvl w:ilvl="1" w:tplc="FDA6577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C7E896BC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8969D1C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D6C6F1A6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1A65A66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89F897EA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986E450A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FAACEE0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5E401664"/>
    <w:multiLevelType w:val="multilevel"/>
    <w:tmpl w:val="EE12AE72"/>
    <w:numStyleLink w:val="PwCAppendixList1"/>
  </w:abstractNum>
  <w:abstractNum w:abstractNumId="17">
    <w:nsid w:val="60171CAB"/>
    <w:multiLevelType w:val="multilevel"/>
    <w:tmpl w:val="82C06CC8"/>
    <w:name w:val="PwCListNumbers142"/>
    <w:numStyleLink w:val="Style2"/>
  </w:abstractNum>
  <w:abstractNum w:abstractNumId="18">
    <w:nsid w:val="60E16E88"/>
    <w:multiLevelType w:val="multilevel"/>
    <w:tmpl w:val="82C06CC8"/>
    <w:numStyleLink w:val="Style2"/>
  </w:abstractNum>
  <w:abstractNum w:abstractNumId="19">
    <w:nsid w:val="659D0AB5"/>
    <w:multiLevelType w:val="multilevel"/>
    <w:tmpl w:val="C78A7234"/>
    <w:styleLink w:val="Styl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6A080DCA"/>
    <w:multiLevelType w:val="multilevel"/>
    <w:tmpl w:val="0A1C4C12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6A103932"/>
    <w:multiLevelType w:val="multilevel"/>
    <w:tmpl w:val="A6E4EFD6"/>
    <w:name w:val="PwCListNumbers14"/>
    <w:styleLink w:val="Style3"/>
    <w:lvl w:ilvl="0">
      <w:start w:val="1"/>
      <w:numFmt w:val="decimal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72591CA9"/>
    <w:multiLevelType w:val="multilevel"/>
    <w:tmpl w:val="C51AFEB6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2"/>
  </w:num>
  <w:num w:numId="5">
    <w:abstractNumId w:val="4"/>
  </w:num>
  <w:num w:numId="6">
    <w:abstractNumId w:val="3"/>
  </w:num>
  <w:num w:numId="7">
    <w:abstractNumId w:val="6"/>
  </w:num>
  <w:num w:numId="8">
    <w:abstractNumId w:val="11"/>
  </w:num>
  <w:num w:numId="9">
    <w:abstractNumId w:val="15"/>
  </w:num>
  <w:num w:numId="10">
    <w:abstractNumId w:val="1"/>
  </w:num>
  <w:num w:numId="11">
    <w:abstractNumId w:val="8"/>
  </w:num>
  <w:num w:numId="12">
    <w:abstractNumId w:val="13"/>
  </w:num>
  <w:num w:numId="13">
    <w:abstractNumId w:val="16"/>
  </w:num>
  <w:num w:numId="14">
    <w:abstractNumId w:val="21"/>
  </w:num>
  <w:num w:numId="15">
    <w:abstractNumId w:val="0"/>
  </w:num>
  <w:num w:numId="16">
    <w:abstractNumId w:val="19"/>
  </w:num>
  <w:num w:numId="17">
    <w:abstractNumId w:val="20"/>
  </w:num>
  <w:num w:numId="18">
    <w:abstractNumId w:val="14"/>
  </w:num>
  <w:num w:numId="19">
    <w:abstractNumId w:val="9"/>
  </w:num>
  <w:num w:numId="20">
    <w:abstractNumId w:val="18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rawingGridVerticalSpacing w:val="873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2AA2"/>
    <w:rsid w:val="001F2AA2"/>
    <w:rsid w:val="00510EBA"/>
    <w:rsid w:val="00A620E8"/>
    <w:rsid w:val="00AC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uiPriority="14" w:qFormat="1"/>
    <w:lsdException w:name="List Bullet 2" w:qFormat="1"/>
    <w:lsdException w:name="List Bullet 3" w:qFormat="1"/>
    <w:lsdException w:name="List Bullet 5" w:uiPriority="13"/>
    <w:lsdException w:name="List Number 2" w:qFormat="1"/>
    <w:lsdException w:name="List Number 3" w:uiPriority="13" w:qFormat="1"/>
    <w:lsdException w:name="List Number 4" w:uiPriority="13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B518A6"/>
  </w:style>
  <w:style w:type="paragraph" w:styleId="Heading1">
    <w:name w:val="heading 1"/>
    <w:basedOn w:val="Normal"/>
    <w:next w:val="Heading2"/>
    <w:link w:val="Heading1Char"/>
    <w:uiPriority w:val="9"/>
    <w:qFormat/>
    <w:rsid w:val="00EC047B"/>
    <w:pPr>
      <w:keepNext/>
      <w:keepLines/>
      <w:spacing w:after="48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EC047B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EC047B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EC047B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EC047B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C047B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C047B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C047B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047B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EC047B"/>
  </w:style>
  <w:style w:type="character" w:customStyle="1" w:styleId="BodyTextChar">
    <w:name w:val="Body Text Char"/>
    <w:basedOn w:val="DefaultParagraphFont"/>
    <w:link w:val="BodyText"/>
    <w:rsid w:val="00EC047B"/>
  </w:style>
  <w:style w:type="paragraph" w:customStyle="1" w:styleId="BodySingle">
    <w:name w:val="Body Single"/>
    <w:basedOn w:val="BodyText"/>
    <w:link w:val="BodySingleChar"/>
    <w:uiPriority w:val="1"/>
    <w:qFormat/>
    <w:rsid w:val="00EC047B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EC047B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BodySingleChar">
    <w:name w:val="Body Single Char"/>
    <w:basedOn w:val="BodyTextChar"/>
    <w:link w:val="BodySingle"/>
    <w:uiPriority w:val="1"/>
    <w:rsid w:val="00EC047B"/>
  </w:style>
  <w:style w:type="character" w:customStyle="1" w:styleId="HeaderChar">
    <w:name w:val="Header Char"/>
    <w:basedOn w:val="DefaultParagraphFont"/>
    <w:link w:val="Header"/>
    <w:uiPriority w:val="99"/>
    <w:rsid w:val="00EC047B"/>
    <w:rPr>
      <w:rFonts w:asciiTheme="minorHAnsi" w:hAnsiTheme="minorHAnsi"/>
      <w:sz w:val="19"/>
    </w:rPr>
  </w:style>
  <w:style w:type="paragraph" w:styleId="Footer">
    <w:name w:val="footer"/>
    <w:aliases w:val="|| Footer"/>
    <w:basedOn w:val="Normal"/>
    <w:link w:val="FooterChar"/>
    <w:uiPriority w:val="99"/>
    <w:unhideWhenUsed/>
    <w:rsid w:val="00EC047B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FooterChar">
    <w:name w:val="Footer Char"/>
    <w:aliases w:val="|| Footer Char"/>
    <w:basedOn w:val="DefaultParagraphFont"/>
    <w:link w:val="Footer"/>
    <w:uiPriority w:val="99"/>
    <w:rsid w:val="00EC047B"/>
    <w:rPr>
      <w:rFonts w:asciiTheme="minorHAnsi" w:hAnsiTheme="minorHAnsi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EC047B"/>
    <w:rPr>
      <w:rFonts w:asciiTheme="majorHAnsi" w:eastAsiaTheme="majorEastAsia" w:hAnsiTheme="majorHAnsi" w:cstheme="majorBidi"/>
      <w:b/>
      <w:bCs/>
      <w:i/>
      <w:sz w:val="5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C047B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C047B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C047B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C047B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0467A3"/>
    <w:pPr>
      <w:spacing w:before="600" w:after="0" w:line="240" w:lineRule="auto"/>
      <w:ind w:right="3341"/>
      <w:contextualSpacing/>
    </w:pPr>
    <w:rPr>
      <w:rFonts w:asciiTheme="majorHAnsi" w:eastAsiaTheme="majorEastAsia" w:hAnsiTheme="majorHAnsi" w:cstheme="majorBidi"/>
      <w:b/>
      <w:i/>
      <w:color w:val="FFFFFF" w:themeColor="background2"/>
      <w:spacing w:val="5"/>
      <w:kern w:val="28"/>
      <w:sz w:val="64"/>
      <w:szCs w:val="64"/>
    </w:rPr>
  </w:style>
  <w:style w:type="character" w:customStyle="1" w:styleId="TitleChar">
    <w:name w:val="Title Char"/>
    <w:basedOn w:val="DefaultParagraphFont"/>
    <w:link w:val="Title"/>
    <w:uiPriority w:val="10"/>
    <w:rsid w:val="000467A3"/>
    <w:rPr>
      <w:rFonts w:asciiTheme="majorHAnsi" w:eastAsiaTheme="majorEastAsia" w:hAnsiTheme="majorHAnsi" w:cstheme="majorBidi"/>
      <w:b/>
      <w:i/>
      <w:color w:val="FFFFFF" w:themeColor="background2"/>
      <w:spacing w:val="5"/>
      <w:kern w:val="28"/>
      <w:sz w:val="64"/>
      <w:szCs w:val="64"/>
    </w:rPr>
  </w:style>
  <w:style w:type="paragraph" w:styleId="TOCHeading">
    <w:name w:val="TOC Heading"/>
    <w:basedOn w:val="Heading1"/>
    <w:next w:val="Normal"/>
    <w:uiPriority w:val="39"/>
    <w:unhideWhenUsed/>
    <w:qFormat/>
    <w:rsid w:val="00EC047B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67A3"/>
    <w:pPr>
      <w:numPr>
        <w:ilvl w:val="1"/>
      </w:numPr>
      <w:spacing w:before="240" w:after="1200" w:line="240" w:lineRule="auto"/>
      <w:ind w:right="3341"/>
    </w:pPr>
    <w:rPr>
      <w:rFonts w:asciiTheme="majorHAnsi" w:eastAsiaTheme="majorEastAsia" w:hAnsiTheme="majorHAnsi" w:cstheme="majorBidi"/>
      <w:iCs/>
      <w:color w:val="FFFFFF" w:themeColor="background2"/>
      <w:spacing w:val="15"/>
      <w:sz w:val="64"/>
      <w:szCs w:val="6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0467A3"/>
    <w:rPr>
      <w:rFonts w:asciiTheme="majorHAnsi" w:eastAsiaTheme="majorEastAsia" w:hAnsiTheme="majorHAnsi" w:cstheme="majorBidi"/>
      <w:iCs/>
      <w:color w:val="FFFFFF" w:themeColor="background2"/>
      <w:spacing w:val="15"/>
      <w:sz w:val="64"/>
      <w:szCs w:val="64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127F6"/>
    <w:pPr>
      <w:pBdr>
        <w:top w:val="single" w:sz="8" w:space="4" w:color="DC6900" w:themeColor="text2"/>
      </w:pBdr>
      <w:spacing w:before="180" w:after="180" w:line="260" w:lineRule="atLeast"/>
      <w:ind w:left="288" w:hanging="288"/>
    </w:pPr>
  </w:style>
  <w:style w:type="paragraph" w:styleId="TOC2">
    <w:name w:val="toc 2"/>
    <w:basedOn w:val="Normal"/>
    <w:next w:val="Normal"/>
    <w:autoRedefine/>
    <w:uiPriority w:val="39"/>
    <w:unhideWhenUsed/>
    <w:rsid w:val="00EC047B"/>
    <w:pPr>
      <w:pBdr>
        <w:top w:val="dotted" w:sz="8" w:space="4" w:color="DC6900" w:themeColor="text2"/>
      </w:pBdr>
      <w:spacing w:before="120" w:after="120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EC047B"/>
    <w:pPr>
      <w:spacing w:before="120" w:after="120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EC047B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47B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56173C"/>
    <w:pPr>
      <w:numPr>
        <w:numId w:val="6"/>
      </w:numPr>
      <w:ind w:left="360"/>
      <w:contextualSpacing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EC047B"/>
    <w:pPr>
      <w:numPr>
        <w:numId w:val="1"/>
      </w:numPr>
    </w:pPr>
  </w:style>
  <w:style w:type="numbering" w:customStyle="1" w:styleId="PwCListNumbers1">
    <w:name w:val="PwC List Numbers 1"/>
    <w:uiPriority w:val="99"/>
    <w:rsid w:val="00DF0DE8"/>
    <w:pPr>
      <w:numPr>
        <w:numId w:val="2"/>
      </w:numPr>
    </w:pPr>
  </w:style>
  <w:style w:type="paragraph" w:styleId="ListNumber">
    <w:name w:val="List Number"/>
    <w:basedOn w:val="Normal"/>
    <w:uiPriority w:val="14"/>
    <w:unhideWhenUsed/>
    <w:qFormat/>
    <w:rsid w:val="00B16AE1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13"/>
    <w:unhideWhenUsed/>
    <w:qFormat/>
    <w:rsid w:val="00A16EBA"/>
    <w:pPr>
      <w:numPr>
        <w:numId w:val="7"/>
      </w:numPr>
      <w:contextualSpacing/>
    </w:pPr>
    <w:rPr>
      <w:color w:val="000000" w:themeColor="text1"/>
      <w:szCs w:val="21"/>
    </w:rPr>
  </w:style>
  <w:style w:type="paragraph" w:styleId="ListBullet3">
    <w:name w:val="List Bullet 3"/>
    <w:basedOn w:val="Normal"/>
    <w:uiPriority w:val="13"/>
    <w:unhideWhenUsed/>
    <w:qFormat/>
    <w:rsid w:val="00071C1E"/>
    <w:pPr>
      <w:numPr>
        <w:numId w:val="4"/>
      </w:numPr>
      <w:ind w:left="1080"/>
      <w:contextualSpacing/>
    </w:pPr>
  </w:style>
  <w:style w:type="paragraph" w:styleId="ListBullet4">
    <w:name w:val="List Bullet 4"/>
    <w:basedOn w:val="Normal"/>
    <w:uiPriority w:val="13"/>
    <w:unhideWhenUsed/>
    <w:rsid w:val="00A16EBA"/>
    <w:pPr>
      <w:numPr>
        <w:numId w:val="8"/>
      </w:numPr>
      <w:contextualSpacing/>
    </w:pPr>
  </w:style>
  <w:style w:type="paragraph" w:styleId="ListBullet5">
    <w:name w:val="List Bullet 5"/>
    <w:basedOn w:val="Style1"/>
    <w:uiPriority w:val="13"/>
    <w:unhideWhenUsed/>
    <w:rsid w:val="00CE3E2D"/>
    <w:pPr>
      <w:ind w:left="1800"/>
    </w:pPr>
  </w:style>
  <w:style w:type="paragraph" w:styleId="ListNumber2">
    <w:name w:val="List Number 2"/>
    <w:basedOn w:val="Normal"/>
    <w:uiPriority w:val="13"/>
    <w:unhideWhenUsed/>
    <w:qFormat/>
    <w:rsid w:val="00071C1E"/>
    <w:pPr>
      <w:numPr>
        <w:ilvl w:val="1"/>
        <w:numId w:val="3"/>
      </w:numPr>
      <w:contextualSpacing/>
    </w:pPr>
  </w:style>
  <w:style w:type="paragraph" w:styleId="ListNumber3">
    <w:name w:val="List Number 3"/>
    <w:basedOn w:val="Normal"/>
    <w:uiPriority w:val="13"/>
    <w:unhideWhenUsed/>
    <w:qFormat/>
    <w:rsid w:val="00071C1E"/>
    <w:pPr>
      <w:numPr>
        <w:ilvl w:val="2"/>
        <w:numId w:val="3"/>
      </w:numPr>
      <w:contextualSpacing/>
    </w:pPr>
  </w:style>
  <w:style w:type="paragraph" w:styleId="ListNumber4">
    <w:name w:val="List Number 4"/>
    <w:basedOn w:val="Normal"/>
    <w:uiPriority w:val="13"/>
    <w:unhideWhenUsed/>
    <w:rsid w:val="00071C1E"/>
    <w:pPr>
      <w:numPr>
        <w:ilvl w:val="3"/>
        <w:numId w:val="3"/>
      </w:numPr>
      <w:contextualSpacing/>
    </w:pPr>
  </w:style>
  <w:style w:type="paragraph" w:styleId="ListNumber5">
    <w:name w:val="List Number 5"/>
    <w:basedOn w:val="Normal"/>
    <w:uiPriority w:val="13"/>
    <w:unhideWhenUsed/>
    <w:rsid w:val="00071C1E"/>
    <w:pPr>
      <w:numPr>
        <w:ilvl w:val="4"/>
        <w:numId w:val="3"/>
      </w:numPr>
      <w:contextualSpacing/>
    </w:pPr>
  </w:style>
  <w:style w:type="paragraph" w:styleId="List">
    <w:name w:val="List"/>
    <w:basedOn w:val="Normal"/>
    <w:uiPriority w:val="99"/>
    <w:semiHidden/>
    <w:unhideWhenUsed/>
    <w:rsid w:val="00EC047B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EC047B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EC047B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EC047B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EC047B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EC047B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EC047B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EC047B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EC047B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EC047B"/>
    <w:pPr>
      <w:ind w:left="2835" w:hanging="567"/>
      <w:contextualSpacing/>
    </w:pPr>
  </w:style>
  <w:style w:type="table" w:styleId="TableGrid">
    <w:name w:val="Table Grid"/>
    <w:basedOn w:val="TableNormal"/>
    <w:rsid w:val="00E372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  <w:contextualSpacing w:val="0"/>
      </w:pPr>
    </w:tblStylePr>
  </w:style>
  <w:style w:type="table" w:customStyle="1" w:styleId="PwCTableFigures">
    <w:name w:val="PwC Table Figures"/>
    <w:basedOn w:val="TableNormal"/>
    <w:uiPriority w:val="99"/>
    <w:qFormat/>
    <w:rsid w:val="00EC047B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EC047B"/>
    <w:rPr>
      <w:b w:val="0"/>
      <w:i w:val="0"/>
    </w:rPr>
  </w:style>
  <w:style w:type="paragraph" w:customStyle="1" w:styleId="Heading1NoSpacing">
    <w:name w:val="Heading 1 No Spacing"/>
    <w:basedOn w:val="Heading1"/>
    <w:next w:val="Heading2"/>
    <w:link w:val="Heading1NoSpacingChar"/>
    <w:uiPriority w:val="9"/>
    <w:qFormat/>
    <w:rsid w:val="00EC047B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EC047B"/>
    <w:rPr>
      <w:rFonts w:asciiTheme="majorHAnsi" w:eastAsiaTheme="majorEastAsia" w:hAnsiTheme="majorHAnsi" w:cstheme="majorBidi"/>
      <w:b/>
      <w:bCs/>
      <w:i/>
      <w:sz w:val="56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EC047B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rsid w:val="00EC047B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rsid w:val="00EC047B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047B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EC047B"/>
    <w:pPr>
      <w:spacing w:after="120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EC047B"/>
    <w:pPr>
      <w:spacing w:after="120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EC047B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EC047B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EC047B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EC047B"/>
    <w:pPr>
      <w:spacing w:after="120"/>
      <w:ind w:left="2269" w:hanging="284"/>
    </w:pPr>
  </w:style>
  <w:style w:type="paragraph" w:styleId="Quote">
    <w:name w:val="Quote"/>
    <w:basedOn w:val="Normal"/>
    <w:next w:val="Normal"/>
    <w:link w:val="QuoteChar"/>
    <w:uiPriority w:val="29"/>
    <w:qFormat/>
    <w:rsid w:val="00EC047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C047B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EC047B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EC047B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EC047B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C047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C047B"/>
    <w:rPr>
      <w:sz w:val="16"/>
      <w:szCs w:val="16"/>
    </w:rPr>
  </w:style>
  <w:style w:type="paragraph" w:customStyle="1" w:styleId="Callout1">
    <w:name w:val="Callout 1"/>
    <w:rsid w:val="00822906"/>
    <w:pPr>
      <w:framePr w:hSpace="187" w:wrap="around" w:vAnchor="page" w:hAnchor="page" w:x="721" w:y="6913"/>
      <w:spacing w:after="180" w:line="280" w:lineRule="atLeast"/>
      <w:suppressOverlap/>
    </w:pPr>
    <w:rPr>
      <w:rFonts w:eastAsia="Times New Roman" w:cs="Arial"/>
      <w:i/>
      <w:sz w:val="19"/>
      <w:szCs w:val="36"/>
      <w:lang w:val="es-ES"/>
    </w:rPr>
  </w:style>
  <w:style w:type="table" w:customStyle="1" w:styleId="PwCMarginTable">
    <w:name w:val="PwC Margin Table"/>
    <w:basedOn w:val="TableNormal"/>
    <w:uiPriority w:val="99"/>
    <w:qFormat/>
    <w:rsid w:val="00E372A1"/>
    <w:pPr>
      <w:spacing w:after="180" w:line="260" w:lineRule="atLeast"/>
    </w:pPr>
    <w:rPr>
      <w:sz w:val="19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table" w:customStyle="1" w:styleId="DP-Plain">
    <w:name w:val="DP-Plain"/>
    <w:basedOn w:val="TableNormal"/>
    <w:uiPriority w:val="99"/>
    <w:qFormat/>
    <w:rsid w:val="008E30FC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numbering" w:customStyle="1" w:styleId="Style2">
    <w:name w:val="Style2"/>
    <w:uiPriority w:val="99"/>
    <w:rsid w:val="00DB4FD5"/>
    <w:pPr>
      <w:numPr>
        <w:numId w:val="5"/>
      </w:numPr>
    </w:pPr>
  </w:style>
  <w:style w:type="paragraph" w:styleId="Closing">
    <w:name w:val="Closing"/>
    <w:aliases w:val="Closing title"/>
    <w:link w:val="ClosingChar"/>
    <w:uiPriority w:val="99"/>
    <w:unhideWhenUsed/>
    <w:rsid w:val="0078542B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1">
    <w:name w:val="DP-Plain 1"/>
    <w:basedOn w:val="TableNormal"/>
    <w:uiPriority w:val="99"/>
    <w:qFormat/>
    <w:rsid w:val="000909C1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top w:val="single" w:sz="6" w:space="0" w:color="DC6900" w:themeColor="text2"/>
        <w:bottom w:val="single" w:sz="6" w:space="0" w:color="DC6900" w:themeColor="text2"/>
        <w:insideH w:val="single" w:sz="6" w:space="0" w:color="DC6900" w:themeColor="text2"/>
        <w:insideV w:val="single" w:sz="6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i w:val="0"/>
        <w:color w:val="000000" w:themeColor="text1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single" w:sz="6" w:space="0" w:color="DC6900" w:themeColor="text2"/>
          <w:tl2br w:val="nil"/>
          <w:tr2bl w:val="nil"/>
        </w:tcBorders>
      </w:tcPr>
    </w:tblStylePr>
    <w:tblStylePr w:type="lastRow">
      <w:rPr>
        <w:rFonts w:ascii="Georgia" w:hAnsi="Georgia"/>
        <w:sz w:val="20"/>
      </w:rPr>
    </w:tblStylePr>
    <w:tblStylePr w:type="firstCol">
      <w:rPr>
        <w:rFonts w:ascii="Georgia" w:hAnsi="Georgia"/>
        <w:b w:val="0"/>
        <w:color w:val="auto"/>
        <w:sz w:val="20"/>
      </w:rPr>
      <w:tblPr>
        <w:tblCellMar>
          <w:top w:w="0" w:type="dxa"/>
          <w:left w:w="115" w:type="dxa"/>
          <w:bottom w:w="0" w:type="dxa"/>
          <w:right w:w="115" w:type="dxa"/>
        </w:tblCellMar>
      </w:tblPr>
    </w:tblStylePr>
  </w:style>
  <w:style w:type="paragraph" w:customStyle="1" w:styleId="Copyright">
    <w:name w:val="Copyright"/>
    <w:basedOn w:val="Normal"/>
    <w:uiPriority w:val="99"/>
    <w:rsid w:val="00410A0B"/>
    <w:pPr>
      <w:suppressAutoHyphens/>
      <w:autoSpaceDE w:val="0"/>
      <w:autoSpaceDN w:val="0"/>
      <w:adjustRightInd w:val="0"/>
      <w:spacing w:after="150" w:line="150" w:lineRule="atLeast"/>
      <w:textAlignment w:val="center"/>
    </w:pPr>
    <w:rPr>
      <w:rFonts w:ascii="Arial" w:hAnsi="Arial" w:cs="Helvetica 55 Roman"/>
      <w:sz w:val="16"/>
      <w:szCs w:val="12"/>
      <w:lang w:val="en-US"/>
    </w:rPr>
  </w:style>
  <w:style w:type="paragraph" w:customStyle="1" w:styleId="TableTitleGeorgia">
    <w:name w:val="Table Title_Georgia"/>
    <w:basedOn w:val="BodyText2"/>
    <w:uiPriority w:val="99"/>
    <w:qFormat/>
    <w:rsid w:val="003E3A34"/>
    <w:pPr>
      <w:spacing w:before="60" w:after="60" w:line="240" w:lineRule="auto"/>
    </w:pPr>
    <w:rPr>
      <w:b/>
      <w:i/>
      <w:color w:val="DC6900" w:themeColor="text2"/>
      <w:lang w:val="en-US"/>
    </w:rPr>
  </w:style>
  <w:style w:type="paragraph" w:customStyle="1" w:styleId="TableSecondLevelGeorgia">
    <w:name w:val="Table Second Level_Georgia"/>
    <w:basedOn w:val="TableTextGeorgia"/>
    <w:uiPriority w:val="99"/>
    <w:qFormat/>
    <w:rsid w:val="003E3A34"/>
    <w:rPr>
      <w:color w:val="DC6900" w:themeColor="text2"/>
    </w:rPr>
  </w:style>
  <w:style w:type="paragraph" w:customStyle="1" w:styleId="TableTextGeorgia">
    <w:name w:val="Table Text_Georgia"/>
    <w:basedOn w:val="TableTextArial"/>
    <w:uiPriority w:val="99"/>
    <w:qFormat/>
    <w:rsid w:val="00B518A6"/>
    <w:rPr>
      <w:rFonts w:ascii="Georgia" w:hAnsi="Georgia"/>
    </w:rPr>
  </w:style>
  <w:style w:type="paragraph" w:customStyle="1" w:styleId="TableBulletArial">
    <w:name w:val="Table Bullet_Arial"/>
    <w:basedOn w:val="Normal"/>
    <w:uiPriority w:val="99"/>
    <w:qFormat/>
    <w:rsid w:val="00DB4FD5"/>
    <w:pPr>
      <w:numPr>
        <w:numId w:val="20"/>
      </w:numPr>
      <w:spacing w:before="60" w:after="60" w:line="240" w:lineRule="auto"/>
    </w:pPr>
    <w:rPr>
      <w:rFonts w:ascii="Arial" w:eastAsia="Times New Roman" w:hAnsi="Arial" w:cs="Arial"/>
      <w:color w:val="000000" w:themeColor="text1"/>
      <w:szCs w:val="21"/>
      <w:lang w:val="en-US"/>
    </w:rPr>
  </w:style>
  <w:style w:type="paragraph" w:customStyle="1" w:styleId="TableBulletGeorgia">
    <w:name w:val="Table Bullet_Georgia"/>
    <w:basedOn w:val="TableBulletArial"/>
    <w:uiPriority w:val="99"/>
    <w:qFormat/>
    <w:rsid w:val="003C15B6"/>
    <w:rPr>
      <w:rFonts w:ascii="Georgia" w:hAnsi="Georgia"/>
    </w:rPr>
  </w:style>
  <w:style w:type="paragraph" w:customStyle="1" w:styleId="TableThirdLevelGeorgia">
    <w:name w:val="Table Third Level_Georgia"/>
    <w:basedOn w:val="TableTextGeorgia"/>
    <w:uiPriority w:val="99"/>
    <w:qFormat/>
    <w:rsid w:val="00751D99"/>
    <w:rPr>
      <w:i/>
      <w:color w:val="DC6900" w:themeColor="text2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78542B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paragraph" w:customStyle="1" w:styleId="TableHeaderDiagram">
    <w:name w:val="Table Header/Diagram"/>
    <w:basedOn w:val="Heading2"/>
    <w:uiPriority w:val="99"/>
    <w:qFormat/>
    <w:rsid w:val="0078542B"/>
    <w:rPr>
      <w:rFonts w:ascii="Georgia" w:hAnsi="Georgia"/>
      <w:color w:val="000000" w:themeColor="text1"/>
      <w:sz w:val="20"/>
    </w:rPr>
  </w:style>
  <w:style w:type="paragraph" w:customStyle="1" w:styleId="Source">
    <w:name w:val="Source"/>
    <w:uiPriority w:val="34"/>
    <w:qFormat/>
    <w:rsid w:val="00D92674"/>
    <w:rPr>
      <w:rFonts w:eastAsia="Times New Roman" w:cs="Times New Roman"/>
      <w:sz w:val="16"/>
      <w:lang w:val="en-US"/>
    </w:rPr>
  </w:style>
  <w:style w:type="paragraph" w:customStyle="1" w:styleId="PwCAddress">
    <w:name w:val="PwC Address"/>
    <w:basedOn w:val="Normal"/>
    <w:link w:val="PwCAddressChar"/>
    <w:qFormat/>
    <w:rsid w:val="00CE0C7C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CE0C7C"/>
    <w:rPr>
      <w:i/>
      <w:noProof/>
      <w:sz w:val="18"/>
      <w:szCs w:val="22"/>
      <w:lang w:eastAsia="en-GB"/>
    </w:rPr>
  </w:style>
  <w:style w:type="table" w:customStyle="1" w:styleId="DP-PlainLetter">
    <w:name w:val="DP-Plain_Letter"/>
    <w:basedOn w:val="TableNormal"/>
    <w:uiPriority w:val="99"/>
    <w:qFormat/>
    <w:rsid w:val="003E4735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color w:val="auto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3E473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color w:val="auto"/>
        <w:sz w:val="20"/>
      </w:rPr>
    </w:tblStylePr>
  </w:style>
  <w:style w:type="paragraph" w:customStyle="1" w:styleId="Style1">
    <w:name w:val="Style1"/>
    <w:basedOn w:val="ListBullet4"/>
    <w:uiPriority w:val="99"/>
    <w:qFormat/>
    <w:rsid w:val="000F5AEB"/>
    <w:pPr>
      <w:numPr>
        <w:numId w:val="9"/>
      </w:numPr>
    </w:pPr>
  </w:style>
  <w:style w:type="paragraph" w:customStyle="1" w:styleId="TableSpacer">
    <w:name w:val="Table Spacer"/>
    <w:basedOn w:val="Normal"/>
    <w:uiPriority w:val="34"/>
    <w:qFormat/>
    <w:rsid w:val="00D92674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itleArial">
    <w:name w:val="Table Title_Arial"/>
    <w:basedOn w:val="BodyText2"/>
    <w:uiPriority w:val="99"/>
    <w:qFormat/>
    <w:rsid w:val="0064616D"/>
    <w:pPr>
      <w:spacing w:before="60" w:after="60" w:line="240" w:lineRule="auto"/>
    </w:pPr>
    <w:rPr>
      <w:rFonts w:ascii="Arial" w:hAnsi="Arial"/>
    </w:rPr>
  </w:style>
  <w:style w:type="paragraph" w:styleId="BodyText2">
    <w:name w:val="Body Text 2"/>
    <w:basedOn w:val="Normal"/>
    <w:link w:val="BodyText2Char"/>
    <w:uiPriority w:val="99"/>
    <w:unhideWhenUsed/>
    <w:rsid w:val="004D590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D590D"/>
  </w:style>
  <w:style w:type="paragraph" w:customStyle="1" w:styleId="TableThirdLevelArial">
    <w:name w:val="Table Third Level_Arial"/>
    <w:basedOn w:val="TableThirdLevelGeorgia"/>
    <w:uiPriority w:val="99"/>
    <w:qFormat/>
    <w:rsid w:val="00B518A6"/>
    <w:rPr>
      <w:rFonts w:ascii="Arial" w:hAnsi="Arial"/>
    </w:rPr>
  </w:style>
  <w:style w:type="paragraph" w:customStyle="1" w:styleId="TableSecondLevelArial">
    <w:name w:val="Table Second Level_Arial"/>
    <w:basedOn w:val="TableSecondLevelGeorgia"/>
    <w:uiPriority w:val="99"/>
    <w:qFormat/>
    <w:rsid w:val="00B518A6"/>
    <w:rPr>
      <w:rFonts w:ascii="Arial" w:hAnsi="Arial"/>
    </w:rPr>
  </w:style>
  <w:style w:type="paragraph" w:customStyle="1" w:styleId="TableNumberGeorgia">
    <w:name w:val="Table Number_Georgia"/>
    <w:basedOn w:val="TableTextGeorgia"/>
    <w:uiPriority w:val="99"/>
    <w:qFormat/>
    <w:rsid w:val="003C15B6"/>
    <w:pPr>
      <w:numPr>
        <w:numId w:val="17"/>
      </w:numPr>
    </w:pPr>
  </w:style>
  <w:style w:type="character" w:styleId="Emphasis">
    <w:name w:val="Emphasis"/>
    <w:basedOn w:val="DefaultParagraphFont"/>
    <w:uiPriority w:val="20"/>
    <w:qFormat/>
    <w:rsid w:val="00AE7B53"/>
    <w:rPr>
      <w:i/>
      <w:iCs/>
      <w:sz w:val="19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E4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4735"/>
    <w:rPr>
      <w:rFonts w:ascii="Tahoma" w:hAnsi="Tahoma" w:cs="Tahoma"/>
      <w:sz w:val="16"/>
      <w:szCs w:val="16"/>
    </w:r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2160E6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ChartTitle">
    <w:name w:val="Chart Title"/>
    <w:uiPriority w:val="34"/>
    <w:qFormat/>
    <w:rsid w:val="00F864FC"/>
    <w:pPr>
      <w:spacing w:before="240" w:after="0"/>
    </w:pPr>
    <w:rPr>
      <w:rFonts w:asciiTheme="majorHAnsi" w:eastAsiaTheme="majorEastAsia" w:hAnsiTheme="majorHAnsi" w:cstheme="majorBidi"/>
      <w:b/>
      <w:bCs/>
      <w:color w:val="000000" w:themeColor="text1"/>
      <w:szCs w:val="21"/>
    </w:rPr>
  </w:style>
  <w:style w:type="numbering" w:customStyle="1" w:styleId="Style5">
    <w:name w:val="Style5"/>
    <w:uiPriority w:val="99"/>
    <w:rsid w:val="00F864FC"/>
    <w:pPr>
      <w:numPr>
        <w:numId w:val="10"/>
      </w:numPr>
    </w:pPr>
  </w:style>
  <w:style w:type="paragraph" w:customStyle="1" w:styleId="Biostitle">
    <w:name w:val="Bios title"/>
    <w:basedOn w:val="Normal"/>
    <w:uiPriority w:val="99"/>
    <w:qFormat/>
    <w:rsid w:val="002067EF"/>
    <w:pPr>
      <w:spacing w:before="60" w:after="120" w:line="240" w:lineRule="auto"/>
      <w:contextualSpacing/>
    </w:pPr>
    <w:rPr>
      <w:rFonts w:eastAsia="Times New Roman" w:cs="Times New Roman"/>
      <w:b/>
      <w:i/>
      <w:color w:val="DC6900" w:themeColor="text2"/>
      <w:sz w:val="32"/>
      <w:szCs w:val="32"/>
      <w:lang w:val="en-US"/>
    </w:rPr>
  </w:style>
  <w:style w:type="paragraph" w:customStyle="1" w:styleId="Bioheads">
    <w:name w:val="Bio heads"/>
    <w:basedOn w:val="Normal"/>
    <w:uiPriority w:val="99"/>
    <w:qFormat/>
    <w:rsid w:val="00B518A6"/>
    <w:pPr>
      <w:spacing w:before="60" w:after="60" w:line="240" w:lineRule="auto"/>
      <w:contextualSpacing/>
    </w:pPr>
    <w:rPr>
      <w:rFonts w:eastAsia="Times New Roman" w:cs="Times New Roman"/>
      <w:b/>
      <w:color w:val="DC6900" w:themeColor="text2"/>
      <w:szCs w:val="2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FA1197"/>
    <w:rPr>
      <w:b/>
    </w:rPr>
  </w:style>
  <w:style w:type="numbering" w:customStyle="1" w:styleId="Style6">
    <w:name w:val="Style6"/>
    <w:uiPriority w:val="99"/>
    <w:rsid w:val="00FA1197"/>
    <w:pPr>
      <w:numPr>
        <w:numId w:val="11"/>
      </w:numPr>
    </w:pPr>
  </w:style>
  <w:style w:type="paragraph" w:customStyle="1" w:styleId="Appendix">
    <w:name w:val="Appendix"/>
    <w:basedOn w:val="Heading1"/>
    <w:next w:val="Normal"/>
    <w:uiPriority w:val="99"/>
    <w:qFormat/>
    <w:rsid w:val="00DF0DE8"/>
    <w:pPr>
      <w:numPr>
        <w:numId w:val="13"/>
      </w:numPr>
    </w:pPr>
  </w:style>
  <w:style w:type="numbering" w:customStyle="1" w:styleId="PwCAppendixList1">
    <w:name w:val="PwC Appendix List 1"/>
    <w:uiPriority w:val="99"/>
    <w:rsid w:val="00DF0DE8"/>
    <w:pPr>
      <w:numPr>
        <w:numId w:val="12"/>
      </w:numPr>
    </w:pPr>
  </w:style>
  <w:style w:type="numbering" w:customStyle="1" w:styleId="TableBullet">
    <w:name w:val="Table Bullet"/>
    <w:uiPriority w:val="99"/>
    <w:rsid w:val="00DF0DE8"/>
    <w:pPr>
      <w:numPr>
        <w:numId w:val="15"/>
      </w:numPr>
    </w:pPr>
  </w:style>
  <w:style w:type="numbering" w:customStyle="1" w:styleId="Style3">
    <w:name w:val="Style3"/>
    <w:uiPriority w:val="99"/>
    <w:rsid w:val="00DF0DE8"/>
    <w:pPr>
      <w:numPr>
        <w:numId w:val="14"/>
      </w:numPr>
    </w:pPr>
  </w:style>
  <w:style w:type="numbering" w:customStyle="1" w:styleId="Style4">
    <w:name w:val="Style4"/>
    <w:uiPriority w:val="99"/>
    <w:rsid w:val="003C15B6"/>
    <w:pPr>
      <w:numPr>
        <w:numId w:val="16"/>
      </w:numPr>
    </w:pPr>
  </w:style>
  <w:style w:type="numbering" w:customStyle="1" w:styleId="Style7">
    <w:name w:val="Style7"/>
    <w:uiPriority w:val="99"/>
    <w:rsid w:val="003C15B6"/>
    <w:pPr>
      <w:numPr>
        <w:numId w:val="18"/>
      </w:numPr>
    </w:pPr>
  </w:style>
  <w:style w:type="paragraph" w:customStyle="1" w:styleId="TableTextArial">
    <w:name w:val="Table Text_Arial"/>
    <w:basedOn w:val="BodyText2"/>
    <w:uiPriority w:val="99"/>
    <w:qFormat/>
    <w:rsid w:val="004D590D"/>
    <w:pPr>
      <w:spacing w:before="60" w:after="60" w:line="240" w:lineRule="auto"/>
    </w:pPr>
    <w:rPr>
      <w:rFonts w:ascii="Arial" w:hAnsi="Arial" w:cs="Arial"/>
    </w:rPr>
  </w:style>
  <w:style w:type="paragraph" w:customStyle="1" w:styleId="TableNumberArial">
    <w:name w:val="Table Number_Arial"/>
    <w:basedOn w:val="TableTextArial"/>
    <w:uiPriority w:val="99"/>
    <w:qFormat/>
    <w:rsid w:val="003C15B6"/>
    <w:pPr>
      <w:numPr>
        <w:numId w:val="19"/>
      </w:numPr>
    </w:pPr>
  </w:style>
  <w:style w:type="table" w:customStyle="1" w:styleId="DP-Plain2">
    <w:name w:val="DP-Plain 2"/>
    <w:basedOn w:val="TableNormal"/>
    <w:uiPriority w:val="99"/>
    <w:qFormat/>
    <w:rsid w:val="0064616D"/>
    <w:pPr>
      <w:spacing w:after="0" w:line="240" w:lineRule="auto"/>
    </w:pPr>
    <w:rPr>
      <w:rFonts w:ascii="Arial" w:hAnsi="Arial"/>
    </w:rPr>
    <w:tblPr>
      <w:tblInd w:w="0" w:type="dxa"/>
      <w:tblBorders>
        <w:top w:val="single" w:sz="6" w:space="0" w:color="DC6900" w:themeColor="text2"/>
        <w:bottom w:val="single" w:sz="6" w:space="0" w:color="DC6900" w:themeColor="text2"/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old" w:hAnsi="Arial Bold"/>
        <w:b/>
        <w:i w:val="0"/>
        <w:color w:val="DC6900" w:themeColor="text2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CRReport">
    <w:name w:val="CR Report"/>
    <w:basedOn w:val="Normal"/>
    <w:uiPriority w:val="99"/>
    <w:qFormat/>
    <w:rsid w:val="00095843"/>
    <w:pPr>
      <w:framePr w:w="5023" w:hSpace="180" w:wrap="around" w:vAnchor="text" w:hAnchor="text" w:x="7" w:y="868"/>
      <w:spacing w:after="0" w:line="240" w:lineRule="auto"/>
    </w:pPr>
    <w:rPr>
      <w:color w:val="FFFFFF" w:themeColor="background1"/>
      <w:sz w:val="28"/>
      <w:szCs w:val="28"/>
    </w:rPr>
  </w:style>
  <w:style w:type="paragraph" w:styleId="Date">
    <w:name w:val="Date"/>
    <w:basedOn w:val="Normal"/>
    <w:next w:val="Normal"/>
    <w:link w:val="DateChar"/>
    <w:uiPriority w:val="99"/>
    <w:unhideWhenUsed/>
    <w:rsid w:val="00095843"/>
  </w:style>
  <w:style w:type="character" w:customStyle="1" w:styleId="DateChar">
    <w:name w:val="Date Char"/>
    <w:basedOn w:val="DefaultParagraphFont"/>
    <w:link w:val="Date"/>
    <w:uiPriority w:val="99"/>
    <w:rsid w:val="00095843"/>
  </w:style>
  <w:style w:type="paragraph" w:styleId="ListParagraph">
    <w:name w:val="List Paragraph"/>
    <w:basedOn w:val="Normal"/>
    <w:uiPriority w:val="34"/>
    <w:qFormat/>
    <w:rsid w:val="00191D8F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45A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5A25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5A2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A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A25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header" Target="header4.xml"/><Relationship Id="rId15" Type="http://schemas.openxmlformats.org/officeDocument/2006/relationships/footer" Target="footer3.xml"/><Relationship Id="rId16" Type="http://schemas.openxmlformats.org/officeDocument/2006/relationships/header" Target="header5.xml"/><Relationship Id="rId17" Type="http://schemas.openxmlformats.org/officeDocument/2006/relationships/footer" Target="footer4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s\Project%20(Live)\05%20May-12\(18%20May)%20DP0054E6DC%20-%20CR\DP0054E6DC_v1.0\Report_Portrait_Corporate%20Responsibility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5A77D-4773-154D-8BA9-CADF2A9E6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\Projects\Project (Live)\05 May-12\(18 May) DP0054E6DC - CR\DP0054E6DC_v1.0\Report_Portrait_Corporate Responsibility.dotx</Template>
  <TotalTime>0</TotalTime>
  <Pages>5</Pages>
  <Words>1250</Words>
  <Characters>7128</Characters>
  <Application>Microsoft Macintosh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8362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cp:lastModifiedBy>ANNIE FENG</cp:lastModifiedBy>
  <cp:revision>2</cp:revision>
  <cp:lastPrinted>2012-06-27T20:49:00Z</cp:lastPrinted>
  <dcterms:created xsi:type="dcterms:W3CDTF">2012-12-31T04:58:00Z</dcterms:created>
  <dcterms:modified xsi:type="dcterms:W3CDTF">2012-12-31T04:58:00Z</dcterms:modified>
</cp:coreProperties>
</file>